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55FCF" w14:textId="2931018E" w:rsidR="004B02D6" w:rsidRPr="00A21EC0" w:rsidRDefault="004B02D6" w:rsidP="004B02D6">
      <w:pPr>
        <w:spacing w:after="0" w:line="240" w:lineRule="auto"/>
        <w:rPr>
          <w:b/>
          <w:bCs/>
        </w:rPr>
      </w:pPr>
      <w:r>
        <w:rPr>
          <w:b/>
          <w:bCs/>
        </w:rPr>
        <w:t>Kontakt:</w:t>
      </w:r>
      <w:r>
        <w:rPr>
          <w:b/>
          <w:bCs/>
        </w:rPr>
        <w:br/>
      </w:r>
      <w:r w:rsidRPr="00B44E0B">
        <w:t>Caroline Gabbert</w:t>
      </w:r>
      <w:r>
        <w:rPr>
          <w:b/>
          <w:bCs/>
        </w:rPr>
        <w:br/>
      </w:r>
      <w:r w:rsidRPr="00B44E0B">
        <w:rPr>
          <w:rFonts w:eastAsiaTheme="minorEastAsia" w:cstheme="minorHAnsi"/>
          <w:noProof/>
          <w:lang w:eastAsia="de-DE"/>
        </w:rPr>
        <w:t>Tel.: +49 (0)306293963-22</w:t>
      </w:r>
      <w:r>
        <w:rPr>
          <w:b/>
          <w:bCs/>
        </w:rPr>
        <w:br/>
      </w:r>
      <w:hyperlink r:id="rId11" w:history="1">
        <w:r w:rsidRPr="00D20DFA">
          <w:rPr>
            <w:rStyle w:val="Hyperlink"/>
            <w:rFonts w:eastAsiaTheme="minorEastAsia" w:cstheme="minorHAnsi"/>
            <w:noProof/>
            <w:lang w:eastAsia="de-DE"/>
          </w:rPr>
          <w:t>caroline.gabbert@imc-tm.de</w:t>
        </w:r>
      </w:hyperlink>
    </w:p>
    <w:p w14:paraId="50394C3C" w14:textId="77777777" w:rsidR="004B02D6" w:rsidRDefault="004B02D6" w:rsidP="004B02D6">
      <w:pPr>
        <w:pStyle w:val="berschrift1"/>
        <w:rPr>
          <w:rStyle w:val="Fett"/>
          <w:color w:val="auto"/>
        </w:rPr>
      </w:pPr>
    </w:p>
    <w:p w14:paraId="412E70F0" w14:textId="77777777" w:rsidR="004B02D6" w:rsidRPr="004B02D6" w:rsidRDefault="004B02D6" w:rsidP="004B02D6">
      <w:pPr>
        <w:pStyle w:val="berschrift1"/>
        <w:rPr>
          <w:rStyle w:val="Fett"/>
          <w:rFonts w:ascii="Rubik SemiBold" w:hAnsi="Rubik SemiBold" w:cs="Rubik SemiBold"/>
          <w:b w:val="0"/>
          <w:bCs w:val="0"/>
          <w:color w:val="auto"/>
        </w:rPr>
      </w:pPr>
      <w:r w:rsidRPr="004B02D6">
        <w:rPr>
          <w:rStyle w:val="Fett"/>
          <w:rFonts w:ascii="Rubik SemiBold" w:hAnsi="Rubik SemiBold" w:cs="Rubik SemiBold"/>
          <w:b w:val="0"/>
          <w:bCs w:val="0"/>
          <w:color w:val="auto"/>
        </w:rPr>
        <w:t>PRESSEMITTEILUNG</w:t>
      </w:r>
    </w:p>
    <w:p w14:paraId="2DAF8A8B" w14:textId="77777777" w:rsidR="004B02D6" w:rsidRPr="009C45ED" w:rsidRDefault="004B02D6" w:rsidP="004B02D6"/>
    <w:p w14:paraId="5544FE0C" w14:textId="2571C9F3" w:rsidR="00E51C0A" w:rsidRPr="00E51C0A" w:rsidRDefault="00E51C0A" w:rsidP="00E51C0A">
      <w:pPr>
        <w:pStyle w:val="KeinLeerraum"/>
        <w:rPr>
          <w:rFonts w:cs="Calibri"/>
          <w:sz w:val="36"/>
          <w:szCs w:val="36"/>
        </w:rPr>
      </w:pPr>
      <w:r>
        <w:rPr>
          <w:rFonts w:cs="Calibri"/>
          <w:sz w:val="36"/>
          <w:szCs w:val="36"/>
        </w:rPr>
        <w:t xml:space="preserve">Neue </w:t>
      </w:r>
      <w:r w:rsidRPr="00E51C0A">
        <w:rPr>
          <w:rFonts w:cs="Calibri"/>
          <w:sz w:val="36"/>
          <w:szCs w:val="36"/>
        </w:rPr>
        <w:t>Modbus</w:t>
      </w:r>
      <w:r w:rsidR="00C74E60">
        <w:rPr>
          <w:rFonts w:cs="Calibri"/>
          <w:sz w:val="36"/>
          <w:szCs w:val="36"/>
        </w:rPr>
        <w:t>-</w:t>
      </w:r>
      <w:r w:rsidRPr="00E51C0A">
        <w:rPr>
          <w:rFonts w:cs="Calibri"/>
          <w:sz w:val="36"/>
          <w:szCs w:val="36"/>
        </w:rPr>
        <w:t>Schnittstelle für imc</w:t>
      </w:r>
      <w:r>
        <w:rPr>
          <w:rFonts w:cs="Calibri"/>
          <w:sz w:val="36"/>
          <w:szCs w:val="36"/>
        </w:rPr>
        <w:t xml:space="preserve"> </w:t>
      </w:r>
      <w:r w:rsidR="008373C9">
        <w:rPr>
          <w:rFonts w:cs="Calibri"/>
          <w:sz w:val="36"/>
          <w:szCs w:val="36"/>
        </w:rPr>
        <w:t>Messsystem</w:t>
      </w:r>
      <w:r w:rsidR="003F2BFF">
        <w:rPr>
          <w:rFonts w:cs="Calibri"/>
          <w:sz w:val="36"/>
          <w:szCs w:val="36"/>
        </w:rPr>
        <w:t>e</w:t>
      </w:r>
    </w:p>
    <w:p w14:paraId="52D30034" w14:textId="209C071C" w:rsidR="00E51C0A" w:rsidRPr="00C74E60" w:rsidRDefault="00E51C0A" w:rsidP="00E51C0A">
      <w:pPr>
        <w:pStyle w:val="berschrift2"/>
        <w:rPr>
          <w:b/>
          <w:bCs/>
          <w:color w:val="auto"/>
        </w:rPr>
      </w:pPr>
      <w:r w:rsidRPr="00C74E60">
        <w:rPr>
          <w:b/>
          <w:bCs/>
          <w:color w:val="auto"/>
        </w:rPr>
        <w:t xml:space="preserve">Nahtlose Integration von Dritthersteller-Geräten, Sensoren und </w:t>
      </w:r>
      <w:r w:rsidR="002E2DAE">
        <w:rPr>
          <w:b/>
          <w:bCs/>
          <w:color w:val="auto"/>
        </w:rPr>
        <w:t>Power-Metern</w:t>
      </w:r>
    </w:p>
    <w:p w14:paraId="03BBAFAC" w14:textId="77777777" w:rsidR="00E51C0A" w:rsidRPr="00C74E60" w:rsidRDefault="00E51C0A" w:rsidP="00E51C0A"/>
    <w:p w14:paraId="524F18B9" w14:textId="45DCF3CB" w:rsidR="00E51C0A" w:rsidRPr="00C74E60" w:rsidRDefault="00E51C0A" w:rsidP="00E51C0A">
      <w:pPr>
        <w:rPr>
          <w:b/>
          <w:bCs/>
        </w:rPr>
      </w:pPr>
      <w:r w:rsidRPr="00C74E60">
        <w:rPr>
          <w:b/>
          <w:bCs/>
        </w:rPr>
        <w:t>Berlin, 1. Februar, 2023 –</w:t>
      </w:r>
    </w:p>
    <w:p w14:paraId="3F7456BC" w14:textId="19694C0A" w:rsidR="00E51C0A" w:rsidRPr="004C06B7" w:rsidRDefault="00802641" w:rsidP="00E51C0A">
      <w:r w:rsidRPr="00802641">
        <w:t>Messsysteme der imc CRONOS-</w:t>
      </w:r>
      <w:r w:rsidR="008373C9">
        <w:t>Plattform, darunter imc CRONOSflex, imc CRONOScompact, imc SPARTAN, imc Busdaq,</w:t>
      </w:r>
      <w:r w:rsidRPr="00802641">
        <w:t xml:space="preserve"> </w:t>
      </w:r>
      <w:r w:rsidR="003A0885">
        <w:t xml:space="preserve">lassen sich ab sofort mit einer </w:t>
      </w:r>
      <w:r w:rsidRPr="00802641">
        <w:t>Modbus</w:t>
      </w:r>
      <w:r w:rsidR="00E2439F">
        <w:t>-</w:t>
      </w:r>
      <w:r w:rsidRPr="00802641">
        <w:t xml:space="preserve">Schnittstelle </w:t>
      </w:r>
      <w:r w:rsidR="003A0885">
        <w:t>ausstatten. Diese ermöglicht die</w:t>
      </w:r>
      <w:r w:rsidR="00E2439F">
        <w:t xml:space="preserve"> </w:t>
      </w:r>
      <w:r w:rsidRPr="00802641">
        <w:t>nahtlose Integration von Sensoren, Geräten</w:t>
      </w:r>
      <w:r>
        <w:t xml:space="preserve"> oder anderen Datenquellen, die über Modbus Link kommunizieren. </w:t>
      </w:r>
      <w:r w:rsidR="00A53615">
        <w:t>Besonders Anwender</w:t>
      </w:r>
      <w:r w:rsidRPr="00802641">
        <w:t xml:space="preserve">, die bereits eine umfangreiche Testumgebung auf Basis von imc CRONOS und der </w:t>
      </w:r>
      <w:r w:rsidR="00C74E60">
        <w:t>S</w:t>
      </w:r>
      <w:r w:rsidRPr="00802641">
        <w:t xml:space="preserve">oftware imc STUDIO betreiben, </w:t>
      </w:r>
      <w:r w:rsidR="00A53615">
        <w:t xml:space="preserve">profitieren hiervon, da sich </w:t>
      </w:r>
      <w:r w:rsidR="003A0885">
        <w:t xml:space="preserve">auf diese Weise </w:t>
      </w:r>
      <w:r w:rsidR="00AD2734">
        <w:t>zusätzliche</w:t>
      </w:r>
      <w:r w:rsidR="00A53615">
        <w:t xml:space="preserve"> Messgeräte einbinden lassen. </w:t>
      </w:r>
      <w:r w:rsidR="003A0885">
        <w:t xml:space="preserve">In zahlreichen </w:t>
      </w:r>
      <w:r w:rsidR="003A0885" w:rsidRPr="004C06B7">
        <w:t>Test- oder Monitoring</w:t>
      </w:r>
      <w:r w:rsidR="003A0885">
        <w:t>-Anwendungen</w:t>
      </w:r>
      <w:r w:rsidR="003A0885" w:rsidRPr="004C06B7">
        <w:t xml:space="preserve"> </w:t>
      </w:r>
      <w:r w:rsidR="003A0885">
        <w:t>wird eine solche Integration Modbus-basierte</w:t>
      </w:r>
      <w:r w:rsidR="00AD2734">
        <w:t>r</w:t>
      </w:r>
      <w:r w:rsidR="003A0885">
        <w:t xml:space="preserve"> Messgeräte und Sensoren häufig nachgefragt, </w:t>
      </w:r>
      <w:r w:rsidR="00E2439F">
        <w:t>d</w:t>
      </w:r>
      <w:r w:rsidR="004C06B7">
        <w:t>abei kann es sich um L</w:t>
      </w:r>
      <w:r w:rsidR="004C06B7" w:rsidRPr="004C06B7">
        <w:t>eist</w:t>
      </w:r>
      <w:r w:rsidR="004C06B7">
        <w:t>ungsmesser, Wetterstationen, Spezialsensoren, wie beispielweise Pyrometer, oder sogar Klimakammern für Temperaturwerte und Luftfeuchtigkeit handeln</w:t>
      </w:r>
      <w:r w:rsidR="00E51C0A" w:rsidRPr="004C06B7">
        <w:t>.</w:t>
      </w:r>
    </w:p>
    <w:p w14:paraId="6D3048DB" w14:textId="104A0A3E" w:rsidR="00E51C0A" w:rsidRPr="000119A6" w:rsidRDefault="004C06B7" w:rsidP="00E51C0A">
      <w:r w:rsidRPr="004C06B7">
        <w:t>Das neue Modbus Interface erweitert damit vollständig integrierte Messlösung</w:t>
      </w:r>
      <w:r w:rsidR="00A81690">
        <w:t>en</w:t>
      </w:r>
      <w:r w:rsidRPr="004C06B7">
        <w:t xml:space="preserve"> und </w:t>
      </w:r>
      <w:r w:rsidR="00A81690">
        <w:t xml:space="preserve">umgeht </w:t>
      </w:r>
      <w:r w:rsidRPr="004C06B7">
        <w:t>dab</w:t>
      </w:r>
      <w:r>
        <w:t xml:space="preserve">ei die Schwierigkeiten, die häufig bei der Nutzung </w:t>
      </w:r>
      <w:r w:rsidR="00EC52BE">
        <w:t>externer</w:t>
      </w:r>
      <w:r>
        <w:t xml:space="preserve"> Hardware- oder Software-</w:t>
      </w:r>
      <w:r w:rsidR="00EC52BE">
        <w:t xml:space="preserve">Interfaces </w:t>
      </w:r>
      <w:r>
        <w:t>auftreten</w:t>
      </w:r>
      <w:r w:rsidR="00E51C0A" w:rsidRPr="004C06B7">
        <w:t xml:space="preserve">. </w:t>
      </w:r>
      <w:r w:rsidR="00A81690" w:rsidRPr="00A81690">
        <w:t>Durch die Integration des Interface in die imc CRONOS Messsysteme lassen sich alle Funktion</w:t>
      </w:r>
      <w:r w:rsidR="00A81690">
        <w:t>en</w:t>
      </w:r>
      <w:r w:rsidR="00A81690" w:rsidRPr="00A81690">
        <w:t xml:space="preserve"> dieser Plattform umfassend nutzen</w:t>
      </w:r>
      <w:r w:rsidR="00A81690">
        <w:t>, angefangen von der Möglichkeit des autarken Betriebs</w:t>
      </w:r>
      <w:r w:rsidR="00BE3966">
        <w:t xml:space="preserve"> und </w:t>
      </w:r>
      <w:r w:rsidR="00EC52BE">
        <w:t>d</w:t>
      </w:r>
      <w:r w:rsidR="00BE3966">
        <w:t>er robusten Auslegung</w:t>
      </w:r>
      <w:r w:rsidR="00A81690">
        <w:t xml:space="preserve"> bis hin zur Live-Datenanalyse einschließlich der Anwendung als Echtzeit-Test- und Automatisierungssystem</w:t>
      </w:r>
      <w:r w:rsidR="00E51C0A" w:rsidRPr="00A81690">
        <w:t xml:space="preserve">. </w:t>
      </w:r>
      <w:r w:rsidR="00BE3966" w:rsidRPr="000119A6">
        <w:t xml:space="preserve">Das Modbus Interface </w:t>
      </w:r>
      <w:r w:rsidR="000119A6" w:rsidRPr="000119A6">
        <w:t>verfügt dabei über einen eigenen Prozessor und greift nicht auf die Ressourcen des Messsystem zu, mindert dah</w:t>
      </w:r>
      <w:r w:rsidR="000119A6">
        <w:t xml:space="preserve">er auch nicht die Leistung oder die Skalierbarkeit des gesamten Messsystems. </w:t>
      </w:r>
      <w:r w:rsidR="000119A6" w:rsidRPr="000119A6">
        <w:t>D</w:t>
      </w:r>
      <w:r w:rsidR="005A372D">
        <w:t xml:space="preserve">ie Schnittstelle </w:t>
      </w:r>
      <w:r w:rsidR="000119A6" w:rsidRPr="000119A6">
        <w:t xml:space="preserve">arbeitet mit beiden Modbus Standards: </w:t>
      </w:r>
      <w:r w:rsidR="00E51C0A" w:rsidRPr="000119A6">
        <w:t xml:space="preserve">Modbus TCP (Ethernet) </w:t>
      </w:r>
      <w:r w:rsidR="000119A6" w:rsidRPr="000119A6">
        <w:t>u</w:t>
      </w:r>
      <w:r w:rsidR="00E51C0A" w:rsidRPr="000119A6">
        <w:t>nd Modbus RTU (</w:t>
      </w:r>
      <w:r w:rsidR="000119A6" w:rsidRPr="000119A6">
        <w:t>S</w:t>
      </w:r>
      <w:r w:rsidR="00E51C0A" w:rsidRPr="000119A6">
        <w:t>eri</w:t>
      </w:r>
      <w:r w:rsidR="000119A6" w:rsidRPr="000119A6">
        <w:t>el</w:t>
      </w:r>
      <w:r w:rsidR="00E51C0A" w:rsidRPr="000119A6">
        <w:t>l</w:t>
      </w:r>
      <w:r w:rsidR="000119A6" w:rsidRPr="000119A6">
        <w:t xml:space="preserve">er </w:t>
      </w:r>
      <w:r w:rsidR="002034EC">
        <w:t>Port</w:t>
      </w:r>
      <w:r w:rsidR="00E51C0A" w:rsidRPr="000119A6">
        <w:t>)</w:t>
      </w:r>
      <w:r w:rsidR="00EC52BE">
        <w:t>,</w:t>
      </w:r>
      <w:r w:rsidR="00E51C0A" w:rsidRPr="000119A6">
        <w:t xml:space="preserve"> </w:t>
      </w:r>
      <w:r w:rsidR="00EC52BE">
        <w:t>diese</w:t>
      </w:r>
      <w:r w:rsidR="000119A6">
        <w:t xml:space="preserve"> </w:t>
      </w:r>
      <w:r w:rsidR="00EC52BE">
        <w:t xml:space="preserve">lassen sich </w:t>
      </w:r>
      <w:r w:rsidR="002034EC">
        <w:t xml:space="preserve">sogar gleichzeitig </w:t>
      </w:r>
      <w:r w:rsidR="000119A6">
        <w:t xml:space="preserve">parallel </w:t>
      </w:r>
      <w:r w:rsidR="002034EC">
        <w:t xml:space="preserve">betreiben und arbeiten stets </w:t>
      </w:r>
      <w:r w:rsidR="000119A6">
        <w:t xml:space="preserve"> synchron</w:t>
      </w:r>
      <w:r w:rsidR="00EC52BE">
        <w:t xml:space="preserve"> </w:t>
      </w:r>
      <w:r w:rsidR="002034EC">
        <w:t>innerhalb des CRONOS-Systems</w:t>
      </w:r>
      <w:r w:rsidR="00E51C0A" w:rsidRPr="000119A6">
        <w:t xml:space="preserve">. </w:t>
      </w:r>
      <w:r w:rsidR="000119A6">
        <w:t xml:space="preserve">Dabei </w:t>
      </w:r>
      <w:r w:rsidR="00EC52BE">
        <w:t xml:space="preserve">ist </w:t>
      </w:r>
      <w:r w:rsidR="002034EC">
        <w:t>die Konfiguration</w:t>
      </w:r>
      <w:r w:rsidR="000119A6" w:rsidRPr="000119A6">
        <w:t xml:space="preserve"> für den Modbus Datentransfer über einen benutzerfreundlichen Assistenten in </w:t>
      </w:r>
      <w:r w:rsidR="00E51C0A" w:rsidRPr="000119A6">
        <w:t xml:space="preserve">imc STUDIO </w:t>
      </w:r>
      <w:r w:rsidR="000119A6">
        <w:t>binnen weniger Minuten konfigurier</w:t>
      </w:r>
      <w:r w:rsidR="00EC52BE">
        <w:t>bar</w:t>
      </w:r>
      <w:r w:rsidR="002034EC">
        <w:t xml:space="preserve"> und unmittelbar einsatzbereit</w:t>
      </w:r>
      <w:r w:rsidR="000119A6">
        <w:t>.</w:t>
      </w:r>
    </w:p>
    <w:p w14:paraId="5B78F28A" w14:textId="70418F99" w:rsidR="00E51C0A" w:rsidRPr="00D92883" w:rsidRDefault="002034EC" w:rsidP="00830B81">
      <w:r>
        <w:t xml:space="preserve">Auch </w:t>
      </w:r>
      <w:r w:rsidR="00830B81">
        <w:t xml:space="preserve">Dank des neuen </w:t>
      </w:r>
      <w:r w:rsidR="000119A6" w:rsidRPr="00830B81">
        <w:t xml:space="preserve">Modbus Interface </w:t>
      </w:r>
      <w:r w:rsidR="00830B81">
        <w:t>kann das imc CRONOS Messsystem als eine der umfassendsten Plattformen für die Erfassung von Messdaten, für Testautomatisierung und Überwachung gelten und unterstützt seine Anwender mit produktiven Mess- und Prüflösungen</w:t>
      </w:r>
      <w:r w:rsidR="00E51C0A" w:rsidRPr="00830B81">
        <w:t>.</w:t>
      </w:r>
    </w:p>
    <w:p w14:paraId="5B03ED78" w14:textId="101373CE" w:rsidR="004B02D6" w:rsidRPr="009C45ED" w:rsidRDefault="008373C9" w:rsidP="004B02D6">
      <w:r>
        <w:lastRenderedPageBreak/>
        <w:t>Mehr</w:t>
      </w:r>
      <w:r w:rsidR="004B02D6" w:rsidRPr="00FC7162">
        <w:t xml:space="preserve"> </w:t>
      </w:r>
      <w:r>
        <w:t>zur Feldbus-Konnektivität der imc Messsysteme erfahren Sie unter</w:t>
      </w:r>
      <w:r w:rsidR="00385893">
        <w:br/>
      </w:r>
      <w:r w:rsidR="008E6AA0" w:rsidRPr="008E6AA0">
        <w:t>https://go.imc-tm.de/imc-modbus-interface-pr</w:t>
      </w:r>
    </w:p>
    <w:p w14:paraId="0B48A67B" w14:textId="424F92A3" w:rsidR="004B02D6" w:rsidRPr="00474B42" w:rsidRDefault="004B02D6" w:rsidP="004B02D6">
      <w:r w:rsidRPr="009C45ED">
        <w:br w:type="page"/>
      </w:r>
    </w:p>
    <w:p w14:paraId="3C0D7948" w14:textId="77777777" w:rsidR="00E0163D" w:rsidRPr="00BE6632" w:rsidRDefault="00E0163D" w:rsidP="00E0163D">
      <w:pPr>
        <w:pStyle w:val="berschrift1"/>
        <w:rPr>
          <w:rFonts w:ascii="Rubik SemiBold" w:hAnsi="Rubik SemiBold" w:cs="Rubik SemiBold"/>
          <w:color w:val="auto"/>
        </w:rPr>
      </w:pPr>
      <w:r w:rsidRPr="00BE6632">
        <w:rPr>
          <w:rFonts w:ascii="Rubik SemiBold" w:hAnsi="Rubik SemiBold" w:cs="Rubik SemiBold"/>
          <w:color w:val="auto"/>
        </w:rPr>
        <w:lastRenderedPageBreak/>
        <w:t>imc Test &amp; Measurement GmbH</w:t>
      </w:r>
    </w:p>
    <w:p w14:paraId="76B00259" w14:textId="30AEE3B2" w:rsidR="00F133C3" w:rsidRPr="00767927" w:rsidRDefault="00E0163D" w:rsidP="00E0163D">
      <w:pPr>
        <w:spacing w:line="276" w:lineRule="auto"/>
      </w:pPr>
      <w:r w:rsidRPr="002F45A0">
        <w:rPr>
          <w:rFonts w:ascii="Calibri" w:hAnsi="Calibri" w:cs="Calibri"/>
        </w:rPr>
        <w:t>Die imc Test &amp; Measurement GmbH ist Hersteller und Lösungsanbieter von produktiven Mess- und Prüfsystemen. Gemeinsam mit seinen Kunden aus den Bereichen Fahrzeugtechnik, Maschinenbau, Bahn, Luftfahrt und Energie realisiert imc weltweit messtechnische Lösungen für Forschung, Entwicklung, Service und Fertigung. Anwender nutzen die imc-Sensoren, Messgeräte und Software sowie integrierte Messlösungen, um Prototypen zu validieren, Produkte zu optimieren, Prozesse zu überwachen und Erkenntnisse aus Messdaten zu gewinnen. imc Test &amp; Measurement ist Teil von Axiometrix Solutions, einem führenden Anbieter von Testlösungen, der weitere weltweit anerkannte Marken aus dem Bereich Messtechnik umfasst, darunter Audio Precision und GRAS Sound &amp; Vibration.</w:t>
      </w:r>
    </w:p>
    <w:sectPr w:rsidR="00F133C3" w:rsidRPr="00767927" w:rsidSect="00C6592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 w:code="9"/>
      <w:pgMar w:top="2836" w:right="737" w:bottom="340" w:left="1418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113A1" w14:textId="77777777" w:rsidR="00AC7B71" w:rsidRDefault="00AC7B71">
      <w:r>
        <w:separator/>
      </w:r>
    </w:p>
  </w:endnote>
  <w:endnote w:type="continuationSeparator" w:id="0">
    <w:p w14:paraId="45EF2D5A" w14:textId="77777777" w:rsidR="00AC7B71" w:rsidRDefault="00AC7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ubik SemiBold">
    <w:altName w:val="Arial"/>
    <w:panose1 w:val="00000000000000000000"/>
    <w:charset w:val="00"/>
    <w:family w:val="modern"/>
    <w:notTrueType/>
    <w:pitch w:val="variable"/>
    <w:sig w:usb0="A0000A6F" w:usb1="4000205B" w:usb2="00000000" w:usb3="00000000" w:csb0="000000B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65927" w14:textId="77777777" w:rsidR="00F602C2" w:rsidRDefault="00F602C2" w:rsidP="00F602C2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1A5F74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14:paraId="4846EA76" w14:textId="77777777" w:rsidR="00F602C2" w:rsidRDefault="00F602C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0F7DF" w14:textId="77777777" w:rsidR="00E0163D" w:rsidRPr="008D0AC0" w:rsidRDefault="00E0163D" w:rsidP="00E0163D">
    <w:pPr>
      <w:pStyle w:val="Fuzeile"/>
      <w:jc w:val="center"/>
      <w:rPr>
        <w:rFonts w:asciiTheme="majorHAnsi" w:hAnsiTheme="majorHAnsi" w:cstheme="majorHAnsi"/>
        <w:sz w:val="14"/>
        <w:szCs w:val="14"/>
        <w:lang w:val="en-US"/>
      </w:rPr>
    </w:pPr>
    <w:r w:rsidRPr="008D0AC0">
      <w:rPr>
        <w:rFonts w:asciiTheme="majorHAnsi" w:hAnsiTheme="majorHAnsi" w:cstheme="majorHAnsi"/>
        <w:sz w:val="14"/>
        <w:szCs w:val="14"/>
        <w:lang w:val="en-US"/>
      </w:rPr>
      <w:t>Reference No.: PR-IMC-YEAR-No-PRODUCT</w:t>
    </w:r>
  </w:p>
  <w:p w14:paraId="718D8DD1" w14:textId="4887D6D4" w:rsidR="00253529" w:rsidRPr="00F133C3" w:rsidRDefault="00253529" w:rsidP="006D3415">
    <w:pPr>
      <w:pStyle w:val="Fuzeile"/>
      <w:jc w:val="center"/>
      <w:rPr>
        <w:rFonts w:asciiTheme="minorHAnsi" w:hAnsiTheme="minorHAnsi" w:cstheme="minorHAnsi"/>
        <w:color w:val="5A5A5A"/>
        <w:sz w:val="14"/>
        <w:szCs w:val="14"/>
      </w:rPr>
    </w:pP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t xml:space="preserve">Sitz: Berlin · </w:t>
    </w:r>
    <w:r w:rsidR="002B6481"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R</w:t>
    </w: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egister</w:t>
    </w:r>
    <w:r w:rsidR="002B6481"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gericht</w:t>
    </w: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: Berlin Charlottenburg · HRB28778</w:t>
    </w:r>
    <w:r w:rsidR="008A5530" w:rsidRPr="00F133C3">
      <w:rPr>
        <w:rFonts w:asciiTheme="minorHAnsi" w:hAnsiTheme="minorHAnsi" w:cstheme="minorHAnsi"/>
        <w:color w:val="5A5A5A"/>
        <w:sz w:val="14"/>
        <w:szCs w:val="14"/>
        <w:lang w:val="de-DE"/>
      </w:rPr>
      <w:t xml:space="preserve"> · Geschäftsführer: Kai Gilbert, Michael John Flaherty</w:t>
    </w:r>
  </w:p>
  <w:p w14:paraId="684F9CDB" w14:textId="0E3D91D9" w:rsidR="00253529" w:rsidRPr="00F133C3" w:rsidRDefault="008A5530" w:rsidP="008A5530">
    <w:pPr>
      <w:pStyle w:val="Fuzeile"/>
      <w:jc w:val="center"/>
      <w:rPr>
        <w:rFonts w:asciiTheme="minorHAnsi" w:hAnsiTheme="minorHAnsi" w:cstheme="minorHAnsi"/>
        <w:color w:val="5A5A5A"/>
        <w:sz w:val="14"/>
        <w:szCs w:val="14"/>
        <w:lang w:val="de-DE"/>
      </w:rPr>
    </w:pP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br/>
    </w:r>
    <w:r w:rsidRPr="00F133C3">
      <w:rPr>
        <w:noProof/>
        <w:sz w:val="22"/>
        <w:szCs w:val="22"/>
      </w:rPr>
      <w:drawing>
        <wp:inline distT="0" distB="0" distL="0" distR="0" wp14:anchorId="1CAFB668" wp14:editId="1BF56204">
          <wp:extent cx="2935605" cy="497840"/>
          <wp:effectExtent l="0" t="0" r="0" b="0"/>
          <wp:docPr id="271" name="Grafik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5605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50AD4" w14:textId="77777777" w:rsidR="004E7265" w:rsidRDefault="00B874C0" w:rsidP="00B82E14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C46B9A8" wp14:editId="604D32E1">
          <wp:simplePos x="0" y="0"/>
          <wp:positionH relativeFrom="column">
            <wp:posOffset>3223895</wp:posOffset>
          </wp:positionH>
          <wp:positionV relativeFrom="paragraph">
            <wp:posOffset>117475</wp:posOffset>
          </wp:positionV>
          <wp:extent cx="2935605" cy="497840"/>
          <wp:effectExtent l="0" t="0" r="0" b="0"/>
          <wp:wrapSquare wrapText="bothSides"/>
          <wp:docPr id="273" name="Grafik 2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5605" cy="497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62D122C" w14:textId="77777777" w:rsidR="00B874C0" w:rsidRPr="00EA427A" w:rsidRDefault="00B874C0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Geschäftsführer: Kai Gilbert, Michael John Flaherty </w:t>
    </w:r>
    <w:r>
      <w:rPr>
        <w:rFonts w:asciiTheme="minorHAnsi" w:hAnsiTheme="minorHAnsi" w:cstheme="minorHAnsi"/>
        <w:color w:val="5A5A5A"/>
        <w:sz w:val="16"/>
        <w:szCs w:val="16"/>
        <w:lang w:val="de-DE"/>
      </w:rPr>
      <w:br/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Sitz: Berlin · </w:t>
    </w:r>
    <w:r w:rsidR="0004423E">
      <w:rPr>
        <w:rFonts w:asciiTheme="minorHAnsi" w:hAnsiTheme="minorHAnsi" w:cstheme="minorHAnsi"/>
        <w:color w:val="5A5A5A"/>
        <w:sz w:val="16"/>
        <w:szCs w:val="16"/>
        <w:lang w:val="de-DE"/>
      </w:rPr>
      <w:t>R</w:t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egister</w:t>
    </w:r>
    <w:r w:rsidR="0004423E">
      <w:rPr>
        <w:rFonts w:asciiTheme="minorHAnsi" w:hAnsiTheme="minorHAnsi" w:cstheme="minorHAnsi"/>
        <w:color w:val="5A5A5A"/>
        <w:sz w:val="16"/>
        <w:szCs w:val="16"/>
        <w:lang w:val="de-DE"/>
      </w:rPr>
      <w:t>gericht</w:t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: Berlin Charlottenburg · HRB28778 </w:t>
    </w:r>
  </w:p>
  <w:p w14:paraId="3A1F13CD" w14:textId="77777777" w:rsidR="0004423E" w:rsidRDefault="0004423E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Ust.-ID-Nr.: DE136567627 ·DUNS-Nr.: 324230762 · </w:t>
    </w:r>
    <w:r>
      <w:rPr>
        <w:rFonts w:asciiTheme="minorHAnsi" w:hAnsiTheme="minorHAnsi" w:cstheme="minorHAnsi"/>
        <w:color w:val="5A5A5A"/>
        <w:sz w:val="16"/>
        <w:szCs w:val="16"/>
        <w:lang w:val="de-DE"/>
      </w:rPr>
      <w:br/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Steuer-Nr.: 30/358/35725 · WEEE Reg. #DE43368136</w:t>
    </w:r>
  </w:p>
  <w:p w14:paraId="55477604" w14:textId="77777777" w:rsidR="0004423E" w:rsidRDefault="0004423E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</w:p>
  <w:p w14:paraId="3187496D" w14:textId="77777777" w:rsidR="00B874C0" w:rsidRPr="00EA427A" w:rsidRDefault="00B874C0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Commerzbank AG · IBAN: DE32 1008 0000 0951 3048 00 · Swift/BIC: DRESDEFF100</w:t>
    </w:r>
    <w:r w:rsidR="0004423E">
      <w:rPr>
        <w:rFonts w:asciiTheme="minorHAnsi" w:hAnsiTheme="minorHAnsi" w:cstheme="minorHAnsi"/>
        <w:color w:val="5A5A5A"/>
        <w:sz w:val="16"/>
        <w:szCs w:val="16"/>
        <w:lang w:val="de-DE"/>
      </w:rPr>
      <w:br/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Deutsche Bank AG · IBAN: DE33 1007 0000 0875 6686 00 · Swift/BIC: DEUTDEBBXXX</w:t>
    </w:r>
  </w:p>
  <w:p w14:paraId="2E18A980" w14:textId="77777777" w:rsidR="00CF7297" w:rsidRPr="00EA427A" w:rsidRDefault="00B874C0" w:rsidP="0004423E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Frankfurter Sparkasse · IBAN: DE18 5005 0201 0200 4987 20 · Swift/BIC: HELADEF1822</w:t>
    </w:r>
  </w:p>
  <w:p w14:paraId="032B513F" w14:textId="77777777" w:rsidR="00F602C2" w:rsidRPr="00055BDB" w:rsidRDefault="00F602C2">
    <w:pPr>
      <w:pStyle w:val="Fuzeile"/>
      <w:rPr>
        <w:rFonts w:asciiTheme="minorHAnsi" w:hAnsiTheme="minorHAnsi"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6F9FB" w14:textId="77777777" w:rsidR="00AC7B71" w:rsidRDefault="00AC7B71">
      <w:bookmarkStart w:id="0" w:name="_Hlk106183952"/>
      <w:bookmarkEnd w:id="0"/>
      <w:r>
        <w:separator/>
      </w:r>
    </w:p>
  </w:footnote>
  <w:footnote w:type="continuationSeparator" w:id="0">
    <w:p w14:paraId="1CD7EC18" w14:textId="77777777" w:rsidR="00AC7B71" w:rsidRDefault="00AC7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66171" w14:textId="77777777" w:rsidR="00E0163D" w:rsidRDefault="00E0163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A3D4F" w14:textId="77777777" w:rsidR="00F602C2" w:rsidRDefault="00C6592A" w:rsidP="00F602C2">
    <w:pPr>
      <w:pStyle w:val="Kopfzeile"/>
    </w:pPr>
    <w:r>
      <w:rPr>
        <w:rFonts w:asciiTheme="minorHAnsi" w:hAnsiTheme="minorHAnsi" w:cstheme="minorHAnsi"/>
        <w:noProof/>
        <w:color w:val="004687"/>
        <w:sz w:val="16"/>
        <w:szCs w:val="16"/>
      </w:rPr>
      <w:drawing>
        <wp:anchor distT="0" distB="0" distL="114300" distR="114300" simplePos="0" relativeHeight="251657215" behindDoc="0" locked="0" layoutInCell="1" allowOverlap="1" wp14:anchorId="315DF144" wp14:editId="7BFD90A5">
          <wp:simplePos x="0" y="0"/>
          <wp:positionH relativeFrom="column">
            <wp:posOffset>-914400</wp:posOffset>
          </wp:positionH>
          <wp:positionV relativeFrom="paragraph">
            <wp:posOffset>-438785</wp:posOffset>
          </wp:positionV>
          <wp:extent cx="7560000" cy="1488059"/>
          <wp:effectExtent l="0" t="0" r="3175" b="0"/>
          <wp:wrapSquare wrapText="bothSides"/>
          <wp:docPr id="270" name="Grafik 2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4880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5092" w:rsidRPr="002634DC">
      <w:rPr>
        <w:rFonts w:asciiTheme="minorHAnsi" w:hAnsiTheme="minorHAnsi" w:cstheme="minorHAnsi"/>
        <w:noProof/>
        <w:color w:val="004687"/>
        <w:sz w:val="16"/>
        <w:szCs w:val="16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9A30D11" wp14:editId="0F391A39">
              <wp:simplePos x="0" y="0"/>
              <wp:positionH relativeFrom="column">
                <wp:posOffset>3633470</wp:posOffset>
              </wp:positionH>
              <wp:positionV relativeFrom="paragraph">
                <wp:posOffset>-221615</wp:posOffset>
              </wp:positionV>
              <wp:extent cx="2619375" cy="1209675"/>
              <wp:effectExtent l="0" t="0" r="0" b="0"/>
              <wp:wrapNone/>
              <wp:docPr id="11" name="Textfeld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9375" cy="1209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CA5BB35" w14:textId="77777777" w:rsidR="00485092" w:rsidRPr="00485092" w:rsidRDefault="0004423E" w:rsidP="00485092">
                          <w:pPr>
                            <w:spacing w:before="80"/>
                            <w:suppressOverlap/>
                            <w:jc w:val="right"/>
                            <w:rPr>
                              <w:rFonts w:cstheme="minorHAnsi"/>
                              <w:sz w:val="17"/>
                              <w:szCs w:val="17"/>
                            </w:rPr>
                          </w:pPr>
                          <w:r w:rsidRPr="00485092">
                            <w:rPr>
                              <w:rFonts w:cstheme="minorHAnsi"/>
                              <w:b/>
                              <w:sz w:val="17"/>
                              <w:szCs w:val="17"/>
                              <w:lang w:val="en-US"/>
                            </w:rPr>
                            <w:t>imc Test &amp; Measurement GmbH</w:t>
                          </w:r>
                          <w:r w:rsidRPr="00485092">
                            <w:rPr>
                              <w:rFonts w:cstheme="minorHAnsi"/>
                              <w:b/>
                              <w:sz w:val="17"/>
                              <w:szCs w:val="17"/>
                              <w:lang w:val="en-US"/>
                            </w:rPr>
                            <w:br/>
                          </w:r>
                          <w:r w:rsidRPr="00485092">
                            <w:rPr>
                              <w:rFonts w:cstheme="minorHAnsi"/>
                              <w:sz w:val="17"/>
                              <w:szCs w:val="17"/>
                              <w:lang w:val="en-US"/>
                            </w:rPr>
                            <w:t>Voltastr</w:t>
                          </w:r>
                          <w:r w:rsidR="00130FEF">
                            <w:rPr>
                              <w:rFonts w:cstheme="minorHAnsi"/>
                              <w:sz w:val="17"/>
                              <w:szCs w:val="17"/>
                              <w:lang w:val="en-US"/>
                            </w:rPr>
                            <w:t>.</w:t>
                          </w:r>
                          <w:r w:rsidRPr="00485092">
                            <w:rPr>
                              <w:rFonts w:cstheme="minorHAnsi"/>
                              <w:sz w:val="17"/>
                              <w:szCs w:val="17"/>
                              <w:lang w:val="en-US"/>
                            </w:rPr>
                            <w:t xml:space="preserve"> </w:t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5</w:t>
                          </w:r>
                          <w:r w:rsidRPr="00485092">
                            <w:rPr>
                              <w:rFonts w:cstheme="minorHAnsi"/>
                              <w:sz w:val="17"/>
                              <w:szCs w:val="17"/>
                            </w:rPr>
                            <w:br/>
                            <w:t>D-13355 Berlin</w:t>
                          </w:r>
                        </w:p>
                        <w:p w14:paraId="4D0B8F15" w14:textId="77777777" w:rsidR="00485092" w:rsidRPr="00AC7B71" w:rsidRDefault="0004423E" w:rsidP="00485092">
                          <w:pPr>
                            <w:spacing w:before="80"/>
                            <w:suppressOverlap/>
                            <w:jc w:val="right"/>
                            <w:rPr>
                              <w:rFonts w:cstheme="minorHAnsi"/>
                              <w:sz w:val="17"/>
                              <w:szCs w:val="17"/>
                            </w:rPr>
                          </w:pP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 xml:space="preserve">Tel.: +49 (0)30 467 090 </w:t>
                          </w:r>
                          <w:r w:rsidR="00485092"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–</w:t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 xml:space="preserve"> 0</w:t>
                          </w:r>
                          <w:r w:rsidR="00485092"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br/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Fax: +49 (0)30 463 15 76</w:t>
                          </w:r>
                        </w:p>
                        <w:p w14:paraId="4F7D069F" w14:textId="77777777" w:rsidR="0004423E" w:rsidRPr="00AC7B71" w:rsidRDefault="0004423E" w:rsidP="00485092">
                          <w:pPr>
                            <w:spacing w:before="80"/>
                            <w:suppressOverlap/>
                            <w:jc w:val="right"/>
                            <w:rPr>
                              <w:rFonts w:cstheme="minorHAnsi"/>
                              <w:sz w:val="17"/>
                              <w:szCs w:val="17"/>
                            </w:rPr>
                          </w:pP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info@imc-tm.de</w:t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br/>
                          </w:r>
                          <w:r w:rsidRPr="00AC7B71">
                            <w:rPr>
                              <w:rFonts w:cstheme="minorHAnsi"/>
                              <w:b/>
                              <w:bCs/>
                              <w:sz w:val="17"/>
                              <w:szCs w:val="17"/>
                            </w:rPr>
                            <w:t>www.imc-tm.de</w:t>
                          </w:r>
                        </w:p>
                        <w:p w14:paraId="0A73F47B" w14:textId="77777777" w:rsidR="0004423E" w:rsidRPr="00AC7B71" w:rsidRDefault="0004423E" w:rsidP="0004423E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A30D11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style="position:absolute;margin-left:286.1pt;margin-top:-17.45pt;width:206.25pt;height:9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" filled="f" stroked="f" strokeweight=".5pt">
              <v:textbox>
                <w:txbxContent>
                  <w:p w14:paraId="0CA5BB35" w14:textId="77777777" w:rsidR="00485092" w:rsidRPr="00485092" w:rsidRDefault="0004423E" w:rsidP="00485092">
                    <w:pPr>
                      <w:spacing w:before="80"/>
                      <w:suppressOverlap/>
                      <w:jc w:val="right"/>
                      <w:rPr>
                        <w:rFonts w:cstheme="minorHAnsi"/>
                        <w:sz w:val="17"/>
                        <w:szCs w:val="17"/>
                      </w:rPr>
                    </w:pPr>
                    <w:r w:rsidRPr="00485092">
                      <w:rPr>
                        <w:rFonts w:cstheme="minorHAnsi"/>
                        <w:b/>
                        <w:sz w:val="17"/>
                        <w:szCs w:val="17"/>
                        <w:lang w:val="en-US"/>
                      </w:rPr>
                      <w:t>imc Test &amp; Measurement GmbH</w:t>
                    </w:r>
                    <w:r w:rsidRPr="00485092">
                      <w:rPr>
                        <w:rFonts w:cstheme="minorHAnsi"/>
                        <w:b/>
                        <w:sz w:val="17"/>
                        <w:szCs w:val="17"/>
                        <w:lang w:val="en-US"/>
                      </w:rPr>
                      <w:br/>
                    </w:r>
                    <w:r w:rsidRPr="00485092">
                      <w:rPr>
                        <w:rFonts w:cstheme="minorHAnsi"/>
                        <w:sz w:val="17"/>
                        <w:szCs w:val="17"/>
                        <w:lang w:val="en-US"/>
                      </w:rPr>
                      <w:t>Voltastr</w:t>
                    </w:r>
                    <w:r w:rsidR="00130FEF">
                      <w:rPr>
                        <w:rFonts w:cstheme="minorHAnsi"/>
                        <w:sz w:val="17"/>
                        <w:szCs w:val="17"/>
                        <w:lang w:val="en-US"/>
                      </w:rPr>
                      <w:t>.</w:t>
                    </w:r>
                    <w:r w:rsidRPr="00485092">
                      <w:rPr>
                        <w:rFonts w:cstheme="minorHAnsi"/>
                        <w:sz w:val="17"/>
                        <w:szCs w:val="17"/>
                        <w:lang w:val="en-US"/>
                      </w:rPr>
                      <w:t xml:space="preserve"> </w:t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>5</w:t>
                    </w:r>
                    <w:r w:rsidRPr="00485092">
                      <w:rPr>
                        <w:rFonts w:cstheme="minorHAnsi"/>
                        <w:sz w:val="17"/>
                        <w:szCs w:val="17"/>
                      </w:rPr>
                      <w:br/>
                      <w:t>D-13355 Berlin</w:t>
                    </w:r>
                  </w:p>
                  <w:p w14:paraId="4D0B8F15" w14:textId="77777777" w:rsidR="00485092" w:rsidRPr="00AC7B71" w:rsidRDefault="0004423E" w:rsidP="00485092">
                    <w:pPr>
                      <w:spacing w:before="80"/>
                      <w:suppressOverlap/>
                      <w:jc w:val="right"/>
                      <w:rPr>
                        <w:rFonts w:cstheme="minorHAnsi"/>
                        <w:sz w:val="17"/>
                        <w:szCs w:val="17"/>
                      </w:rPr>
                    </w:pP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 xml:space="preserve">Tel.: +49 (0)30 467 090 </w:t>
                    </w:r>
                    <w:r w:rsidR="00485092" w:rsidRPr="00AC7B71">
                      <w:rPr>
                        <w:rFonts w:cstheme="minorHAnsi"/>
                        <w:sz w:val="17"/>
                        <w:szCs w:val="17"/>
                      </w:rPr>
                      <w:t>–</w:t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 xml:space="preserve"> 0</w:t>
                    </w:r>
                    <w:r w:rsidR="00485092" w:rsidRPr="00AC7B71">
                      <w:rPr>
                        <w:rFonts w:cstheme="minorHAnsi"/>
                        <w:sz w:val="17"/>
                        <w:szCs w:val="17"/>
                      </w:rPr>
                      <w:br/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>Fax: +49 (0)30 463 15 76</w:t>
                    </w:r>
                  </w:p>
                  <w:p w14:paraId="4F7D069F" w14:textId="77777777" w:rsidR="0004423E" w:rsidRPr="00AC7B71" w:rsidRDefault="0004423E" w:rsidP="00485092">
                    <w:pPr>
                      <w:spacing w:before="80"/>
                      <w:suppressOverlap/>
                      <w:jc w:val="right"/>
                      <w:rPr>
                        <w:rFonts w:cstheme="minorHAnsi"/>
                        <w:sz w:val="17"/>
                        <w:szCs w:val="17"/>
                      </w:rPr>
                    </w:pP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>info@imc-tm.de</w:t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br/>
                    </w:r>
                    <w:r w:rsidRPr="00AC7B71">
                      <w:rPr>
                        <w:rFonts w:cstheme="minorHAnsi"/>
                        <w:b/>
                        <w:bCs/>
                        <w:sz w:val="17"/>
                        <w:szCs w:val="17"/>
                      </w:rPr>
                      <w:t>www.imc-tm.de</w:t>
                    </w:r>
                  </w:p>
                  <w:p w14:paraId="0A73F47B" w14:textId="77777777" w:rsidR="0004423E" w:rsidRPr="00AC7B71" w:rsidRDefault="0004423E" w:rsidP="0004423E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1DC2D" w14:textId="77777777" w:rsidR="00F602C2" w:rsidRDefault="00F96BE8" w:rsidP="00F96BE8">
    <w:pPr>
      <w:pStyle w:val="Kopfzeile"/>
      <w:ind w:right="-121"/>
    </w:pPr>
    <w:r w:rsidRPr="002634DC">
      <w:rPr>
        <w:rFonts w:asciiTheme="minorHAnsi" w:hAnsiTheme="minorHAnsi" w:cstheme="minorHAnsi"/>
        <w:noProof/>
        <w:color w:val="004687"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BDE9B4" wp14:editId="23BB655A">
              <wp:simplePos x="0" y="0"/>
              <wp:positionH relativeFrom="column">
                <wp:posOffset>3633470</wp:posOffset>
              </wp:positionH>
              <wp:positionV relativeFrom="paragraph">
                <wp:posOffset>-316865</wp:posOffset>
              </wp:positionV>
              <wp:extent cx="2619375" cy="126682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9375" cy="1266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23FE7C" w14:textId="77777777" w:rsidR="00F96BE8" w:rsidRDefault="00F96BE8" w:rsidP="00F96BE8">
                          <w:pPr>
                            <w:suppressOverlap/>
                            <w:jc w:val="right"/>
                            <w:rPr>
                              <w:rFonts w:cstheme="minorHAnsi"/>
                              <w:sz w:val="14"/>
                              <w:szCs w:val="14"/>
                            </w:rPr>
                          </w:pPr>
                          <w:r w:rsidRPr="00F96BE8">
                            <w:rPr>
                              <w:rFonts w:cstheme="minorHAnsi"/>
                              <w:b/>
                              <w:sz w:val="18"/>
                              <w:szCs w:val="18"/>
                              <w:lang w:val="en-US"/>
                            </w:rPr>
                            <w:t>imc Test &amp; Measurement GmbH</w:t>
                          </w:r>
                          <w:r w:rsidRPr="00F96BE8">
                            <w:rPr>
                              <w:rFonts w:cstheme="minorHAnsi"/>
                              <w:b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>Voltastraße 5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</w:rPr>
                            <w:br/>
                            <w:t>D-13355 Berlin</w:t>
                          </w:r>
                        </w:p>
                        <w:p w14:paraId="0CE6D8EE" w14:textId="77777777" w:rsidR="00F96BE8" w:rsidRPr="00F96BE8" w:rsidRDefault="00F96BE8" w:rsidP="00F96BE8">
                          <w:pPr>
                            <w:suppressOverlap/>
                            <w:jc w:val="right"/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</w:pPr>
                          <w:r w:rsidRPr="00F96BE8">
                            <w:rPr>
                              <w:rFonts w:cstheme="minorHAnsi"/>
                              <w:sz w:val="12"/>
                              <w:szCs w:val="12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>Tel.: +49 (0)30 467 090 - 0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br/>
                            <w:t>Fax: +49 (0)30 463 15 76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2"/>
                              <w:szCs w:val="12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>info@imc-tm.de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294134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  <w:t>www.imc-tm.de</w:t>
                          </w:r>
                        </w:p>
                        <w:p w14:paraId="0F1CDBEF" w14:textId="77777777" w:rsidR="00F96BE8" w:rsidRPr="00F96BE8" w:rsidRDefault="00F96BE8" w:rsidP="00F96BE8">
                          <w:pPr>
                            <w:jc w:val="right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BDE9B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286.1pt;margin-top:-24.95pt;width:206.25pt;height:9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" filled="f" stroked="f" strokeweight=".5pt">
              <v:textbox>
                <w:txbxContent>
                  <w:p w14:paraId="7123FE7C" w14:textId="77777777" w:rsidR="00F96BE8" w:rsidRDefault="00F96BE8" w:rsidP="00F96BE8">
                    <w:pPr>
                      <w:suppressOverlap/>
                      <w:jc w:val="right"/>
                      <w:rPr>
                        <w:rFonts w:cstheme="minorHAnsi"/>
                        <w:sz w:val="14"/>
                        <w:szCs w:val="14"/>
                      </w:rPr>
                    </w:pPr>
                    <w:r w:rsidRPr="00F96BE8">
                      <w:rPr>
                        <w:rFonts w:cstheme="minorHAnsi"/>
                        <w:b/>
                        <w:sz w:val="18"/>
                        <w:szCs w:val="18"/>
                        <w:lang w:val="en-US"/>
                      </w:rPr>
                      <w:t>imc Test &amp; Measurement GmbH</w:t>
                    </w:r>
                    <w:r w:rsidRPr="00F96BE8">
                      <w:rPr>
                        <w:rFonts w:cstheme="minorHAnsi"/>
                        <w:b/>
                        <w:sz w:val="18"/>
                        <w:szCs w:val="18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>Voltastraße 5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</w:rPr>
                      <w:br/>
                      <w:t>D-13355 Berlin</w:t>
                    </w:r>
                  </w:p>
                  <w:p w14:paraId="0CE6D8EE" w14:textId="77777777" w:rsidR="00F96BE8" w:rsidRPr="00F96BE8" w:rsidRDefault="00F96BE8" w:rsidP="00F96BE8">
                    <w:pPr>
                      <w:suppressOverlap/>
                      <w:jc w:val="right"/>
                      <w:rPr>
                        <w:rFonts w:cstheme="minorHAnsi"/>
                        <w:sz w:val="18"/>
                        <w:szCs w:val="18"/>
                        <w:lang w:val="en-US"/>
                      </w:rPr>
                    </w:pPr>
                    <w:r w:rsidRPr="00F96BE8">
                      <w:rPr>
                        <w:rFonts w:cstheme="minorHAnsi"/>
                        <w:sz w:val="12"/>
                        <w:szCs w:val="12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>Tel.: +49 (0)30 467 090 - 0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br/>
                      <w:t>Fax: +49 (0)30 463 15 76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2"/>
                        <w:szCs w:val="12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>info@imc-tm.de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br/>
                    </w:r>
                    <w:r w:rsidRPr="00294134">
                      <w:rPr>
                        <w:rFonts w:cstheme="minorHAnsi"/>
                        <w:b/>
                        <w:bCs/>
                        <w:sz w:val="18"/>
                        <w:szCs w:val="18"/>
                        <w:lang w:val="en-US"/>
                      </w:rPr>
                      <w:t>www.imc-tm.de</w:t>
                    </w:r>
                  </w:p>
                  <w:p w14:paraId="0F1CDBEF" w14:textId="77777777" w:rsidR="00F96BE8" w:rsidRPr="00F96BE8" w:rsidRDefault="00F96BE8" w:rsidP="00F96BE8">
                    <w:pPr>
                      <w:jc w:val="right"/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672BE1B2" wp14:editId="197E45C1">
          <wp:simplePos x="0" y="0"/>
          <wp:positionH relativeFrom="column">
            <wp:posOffset>-890905</wp:posOffset>
          </wp:positionH>
          <wp:positionV relativeFrom="paragraph">
            <wp:posOffset>-440690</wp:posOffset>
          </wp:positionV>
          <wp:extent cx="7559675" cy="1480820"/>
          <wp:effectExtent l="0" t="0" r="3175" b="5080"/>
          <wp:wrapNone/>
          <wp:docPr id="272" name="Grafik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480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E605B1"/>
    <w:multiLevelType w:val="hybridMultilevel"/>
    <w:tmpl w:val="2F7AE1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5267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5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mailMerge>
    <w:mainDocumentType w:val="mailingLabels"/>
    <w:dataType w:val="textFile"/>
    <w:destination w:val="fax"/>
    <w:activeRecord w:val="-1"/>
    <w:odso/>
  </w:mailMerge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B71"/>
    <w:rsid w:val="000119A6"/>
    <w:rsid w:val="000362B6"/>
    <w:rsid w:val="0004423E"/>
    <w:rsid w:val="0005489E"/>
    <w:rsid w:val="00055BDB"/>
    <w:rsid w:val="0005712F"/>
    <w:rsid w:val="00130FEF"/>
    <w:rsid w:val="001A5F74"/>
    <w:rsid w:val="001B047C"/>
    <w:rsid w:val="002034EC"/>
    <w:rsid w:val="002276CE"/>
    <w:rsid w:val="00253529"/>
    <w:rsid w:val="002634DC"/>
    <w:rsid w:val="00294134"/>
    <w:rsid w:val="002B6481"/>
    <w:rsid w:val="002E2DAE"/>
    <w:rsid w:val="00385893"/>
    <w:rsid w:val="003A0885"/>
    <w:rsid w:val="003F2BFF"/>
    <w:rsid w:val="00485092"/>
    <w:rsid w:val="004B02D6"/>
    <w:rsid w:val="004C06B7"/>
    <w:rsid w:val="004E7265"/>
    <w:rsid w:val="00510AFC"/>
    <w:rsid w:val="00523F57"/>
    <w:rsid w:val="005817E8"/>
    <w:rsid w:val="005A372D"/>
    <w:rsid w:val="006D1DA9"/>
    <w:rsid w:val="006D3415"/>
    <w:rsid w:val="006D6E55"/>
    <w:rsid w:val="00762913"/>
    <w:rsid w:val="00767927"/>
    <w:rsid w:val="00792762"/>
    <w:rsid w:val="007C6791"/>
    <w:rsid w:val="00802641"/>
    <w:rsid w:val="00830B81"/>
    <w:rsid w:val="008373C9"/>
    <w:rsid w:val="008A5530"/>
    <w:rsid w:val="008D0F5F"/>
    <w:rsid w:val="008E6AA0"/>
    <w:rsid w:val="009F7B29"/>
    <w:rsid w:val="00A53615"/>
    <w:rsid w:val="00A81690"/>
    <w:rsid w:val="00AC7B71"/>
    <w:rsid w:val="00AD2734"/>
    <w:rsid w:val="00AE2C36"/>
    <w:rsid w:val="00AE69B6"/>
    <w:rsid w:val="00B82E14"/>
    <w:rsid w:val="00B874C0"/>
    <w:rsid w:val="00BE3966"/>
    <w:rsid w:val="00C31A83"/>
    <w:rsid w:val="00C655F4"/>
    <w:rsid w:val="00C6592A"/>
    <w:rsid w:val="00C74E60"/>
    <w:rsid w:val="00C841DC"/>
    <w:rsid w:val="00C85DD8"/>
    <w:rsid w:val="00CB1AAE"/>
    <w:rsid w:val="00CC578D"/>
    <w:rsid w:val="00CF7297"/>
    <w:rsid w:val="00D92883"/>
    <w:rsid w:val="00E0163D"/>
    <w:rsid w:val="00E2439F"/>
    <w:rsid w:val="00E351F0"/>
    <w:rsid w:val="00E46EE6"/>
    <w:rsid w:val="00E51C0A"/>
    <w:rsid w:val="00E72872"/>
    <w:rsid w:val="00EA427A"/>
    <w:rsid w:val="00EB1935"/>
    <w:rsid w:val="00EC1D54"/>
    <w:rsid w:val="00EC52BE"/>
    <w:rsid w:val="00F133C3"/>
    <w:rsid w:val="00F1788C"/>
    <w:rsid w:val="00F56D83"/>
    <w:rsid w:val="00F602C2"/>
    <w:rsid w:val="00F96BE8"/>
    <w:rsid w:val="00FB16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935D527"/>
  <w15:chartTrackingRefBased/>
  <w15:docId w15:val="{1EB55A27-F0D6-49CA-AA12-79ACF5C1C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B02D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B02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B02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F3F94"/>
    <w:pPr>
      <w:tabs>
        <w:tab w:val="center" w:pos="4536"/>
        <w:tab w:val="right" w:pos="9072"/>
      </w:tabs>
      <w:spacing w:after="0" w:line="240" w:lineRule="auto"/>
    </w:pPr>
    <w:rPr>
      <w:rFonts w:ascii="Cambria" w:eastAsia="Cambria" w:hAnsi="Cambria" w:cs="Times New Roman"/>
      <w:sz w:val="24"/>
      <w:szCs w:val="24"/>
      <w:lang w:val="x-none"/>
    </w:rPr>
  </w:style>
  <w:style w:type="character" w:customStyle="1" w:styleId="KopfzeileZchn">
    <w:name w:val="Kopfzeile Zchn"/>
    <w:link w:val="Kopfzeile"/>
    <w:uiPriority w:val="99"/>
    <w:rsid w:val="009F3F94"/>
    <w:rPr>
      <w:sz w:val="24"/>
      <w:szCs w:val="24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F3F94"/>
    <w:pPr>
      <w:tabs>
        <w:tab w:val="center" w:pos="4536"/>
        <w:tab w:val="right" w:pos="9072"/>
      </w:tabs>
      <w:spacing w:after="0" w:line="240" w:lineRule="auto"/>
    </w:pPr>
    <w:rPr>
      <w:rFonts w:ascii="Cambria" w:eastAsia="Cambria" w:hAnsi="Cambria" w:cs="Times New Roman"/>
      <w:sz w:val="24"/>
      <w:szCs w:val="24"/>
      <w:lang w:val="x-none"/>
    </w:rPr>
  </w:style>
  <w:style w:type="character" w:customStyle="1" w:styleId="FuzeileZchn">
    <w:name w:val="Fußzeile Zchn"/>
    <w:link w:val="Fuzeile"/>
    <w:uiPriority w:val="99"/>
    <w:rsid w:val="009F3F94"/>
    <w:rPr>
      <w:sz w:val="24"/>
      <w:szCs w:val="24"/>
      <w:lang w:eastAsia="en-US"/>
    </w:rPr>
  </w:style>
  <w:style w:type="character" w:styleId="Seitenzahl">
    <w:name w:val="page number"/>
    <w:basedOn w:val="Absatz-Standardschriftart"/>
    <w:uiPriority w:val="99"/>
    <w:semiHidden/>
    <w:unhideWhenUsed/>
    <w:rsid w:val="005063F9"/>
  </w:style>
  <w:style w:type="paragraph" w:styleId="Anrede">
    <w:name w:val="Salutation"/>
    <w:basedOn w:val="Standard"/>
    <w:next w:val="Standard"/>
    <w:link w:val="AnredeZchn"/>
    <w:uiPriority w:val="99"/>
    <w:unhideWhenUsed/>
    <w:rsid w:val="004A4671"/>
    <w:pPr>
      <w:spacing w:after="0" w:line="240" w:lineRule="auto"/>
    </w:pPr>
    <w:rPr>
      <w:rFonts w:ascii="Cambria" w:eastAsia="Cambria" w:hAnsi="Cambria" w:cs="Times New Roman"/>
      <w:szCs w:val="24"/>
      <w:lang w:val="x-none"/>
    </w:rPr>
  </w:style>
  <w:style w:type="character" w:customStyle="1" w:styleId="AnredeZchn">
    <w:name w:val="Anrede Zchn"/>
    <w:link w:val="Anrede"/>
    <w:uiPriority w:val="99"/>
    <w:rsid w:val="004A4671"/>
    <w:rPr>
      <w:sz w:val="22"/>
      <w:szCs w:val="24"/>
      <w:lang w:eastAsia="en-US"/>
    </w:rPr>
  </w:style>
  <w:style w:type="character" w:styleId="Platzhaltertext">
    <w:name w:val="Placeholder Text"/>
    <w:basedOn w:val="Absatz-Standardschriftart"/>
    <w:uiPriority w:val="99"/>
    <w:unhideWhenUsed/>
    <w:rsid w:val="000362B6"/>
    <w:rPr>
      <w:color w:val="808080"/>
    </w:rPr>
  </w:style>
  <w:style w:type="table" w:styleId="Tabellenraster">
    <w:name w:val="Table Grid"/>
    <w:basedOn w:val="NormaleTabelle"/>
    <w:uiPriority w:val="59"/>
    <w:rsid w:val="004E72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4B02D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B02D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styleId="Hyperlink">
    <w:name w:val="Hyperlink"/>
    <w:basedOn w:val="Absatz-Standardschriftart"/>
    <w:uiPriority w:val="99"/>
    <w:unhideWhenUsed/>
    <w:rsid w:val="004B02D6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4B02D6"/>
    <w:rPr>
      <w:b/>
      <w:bCs/>
    </w:rPr>
  </w:style>
  <w:style w:type="paragraph" w:styleId="KeinLeerraum">
    <w:name w:val="No Spacing"/>
    <w:uiPriority w:val="1"/>
    <w:qFormat/>
    <w:rsid w:val="00E51C0A"/>
    <w:rPr>
      <w:rFonts w:ascii="Calibri" w:eastAsia="Times New Roman" w:hAnsi="Calibri"/>
      <w:sz w:val="22"/>
      <w:szCs w:val="22"/>
      <w:lang w:eastAsia="en-US"/>
    </w:rPr>
  </w:style>
  <w:style w:type="paragraph" w:styleId="berarbeitung">
    <w:name w:val="Revision"/>
    <w:hidden/>
    <w:uiPriority w:val="71"/>
    <w:rsid w:val="002E2DA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0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aroline.gabbert@imc-tm.d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Marketing\_Alle_imc\03_Briefvorlage\Briefvorlage_imc_2022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7F3EBFA938364DB518263326CD3A8B" ma:contentTypeVersion="7" ma:contentTypeDescription="Create a new document." ma:contentTypeScope="" ma:versionID="e7d25e2ef59b052da40c7ac84660b937">
  <xsd:schema xmlns:xsd="http://www.w3.org/2001/XMLSchema" xmlns:xs="http://www.w3.org/2001/XMLSchema" xmlns:p="http://schemas.microsoft.com/office/2006/metadata/properties" xmlns:ns3="1e0732f0-5be1-4e79-bb13-ca81c88c501d" xmlns:ns4="4b294860-fc48-47f4-b70e-c33013ce6a66" targetNamespace="http://schemas.microsoft.com/office/2006/metadata/properties" ma:root="true" ma:fieldsID="500c9d4d723795a5b42f8ae61e38a277" ns3:_="" ns4:_="">
    <xsd:import namespace="1e0732f0-5be1-4e79-bb13-ca81c88c501d"/>
    <xsd:import namespace="4b294860-fc48-47f4-b70e-c33013ce6a6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0732f0-5be1-4e79-bb13-ca81c88c50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94860-fc48-47f4-b70e-c33013ce6a6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86DC8-6E63-4593-8039-226BFA30B3FC}">
  <ds:schemaRefs>
    <ds:schemaRef ds:uri="http://schemas.microsoft.com/office/2006/metadata/properties"/>
    <ds:schemaRef ds:uri="1e0732f0-5be1-4e79-bb13-ca81c88c501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4b294860-fc48-47f4-b70e-c33013ce6a66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C013E72-4D68-47A6-88B8-6DA3FD9014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E2265A-1875-4FD0-9E0D-AC6A86F80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0732f0-5be1-4e79-bb13-ca81c88c501d"/>
    <ds:schemaRef ds:uri="4b294860-fc48-47f4-b70e-c33013ce6a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FD3A78-7B6B-4A63-8BFD-A22AB3507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Briefvorlage_imc_2022</Template>
  <TotalTime>0</TotalTime>
  <Pages>1</Pages>
  <Words>416</Words>
  <Characters>2993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•••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PR-imc-Modbus-Interface-DE</dc:title>
  <dc:subject/>
  <dc:creator>Nils Becker</dc:creator>
  <cp:keywords/>
  <cp:lastModifiedBy>Caroline Gabbert</cp:lastModifiedBy>
  <cp:revision>5</cp:revision>
  <cp:lastPrinted>2023-02-01T13:52:00Z</cp:lastPrinted>
  <dcterms:created xsi:type="dcterms:W3CDTF">2023-01-27T09:19:00Z</dcterms:created>
  <dcterms:modified xsi:type="dcterms:W3CDTF">2023-02-01T13:52:00Z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c3b6952a166ac2e5d783046a6f01c0cacf3b1921edb5ce203d810669ebe91e9a</vt:lpwstr>
  </property>
  <property fmtid="{D5CDD505-2E9C-101B-9397-08002B2CF9AE}" pid="3" name="ContentTypeId">
    <vt:lpwstr>0x010100767F3EBFA938364DB518263326CD3A8B</vt:lpwstr>
  </property>
</Properties>
</file>