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2CA7E" w14:textId="77777777" w:rsidR="003A1554" w:rsidRPr="00DB4841" w:rsidRDefault="003A1554" w:rsidP="003A1554">
      <w:pPr>
        <w:spacing w:after="0" w:line="240" w:lineRule="auto"/>
        <w:rPr>
          <w:b/>
          <w:bCs/>
          <w:lang w:val="en-US"/>
        </w:rPr>
      </w:pPr>
      <w:r w:rsidRPr="00DB4841">
        <w:rPr>
          <w:b/>
          <w:bCs/>
          <w:lang w:val="en-US"/>
        </w:rPr>
        <w:t>Contact:</w:t>
      </w:r>
    </w:p>
    <w:p w14:paraId="029F0125" w14:textId="77777777" w:rsidR="003A1554" w:rsidRPr="00892917" w:rsidRDefault="003A1554" w:rsidP="003A1554">
      <w:pPr>
        <w:spacing w:after="0" w:line="240" w:lineRule="auto"/>
        <w:rPr>
          <w:lang w:val="en-US"/>
        </w:rPr>
      </w:pPr>
    </w:p>
    <w:p w14:paraId="28FB92DA" w14:textId="77777777" w:rsidR="003A1554" w:rsidRPr="00892917" w:rsidRDefault="003A1554" w:rsidP="003A1554">
      <w:pPr>
        <w:spacing w:after="0" w:line="240" w:lineRule="auto"/>
        <w:rPr>
          <w:lang w:val="en-US"/>
        </w:rPr>
      </w:pPr>
      <w:r w:rsidRPr="00892917">
        <w:rPr>
          <w:lang w:val="en-US"/>
        </w:rPr>
        <w:t>Caroline Gabbert</w:t>
      </w:r>
    </w:p>
    <w:p w14:paraId="563D87B1" w14:textId="59153D70" w:rsidR="003A1554" w:rsidRPr="00892917" w:rsidRDefault="003A1554" w:rsidP="003A1554">
      <w:pPr>
        <w:spacing w:after="0" w:line="240" w:lineRule="auto"/>
        <w:rPr>
          <w:rFonts w:eastAsiaTheme="minorEastAsia" w:cstheme="minorHAnsi"/>
          <w:noProof/>
          <w:lang w:val="en-US" w:eastAsia="de-DE"/>
        </w:rPr>
      </w:pPr>
      <w:r>
        <w:rPr>
          <w:rFonts w:eastAsiaTheme="minorEastAsia" w:cstheme="minorHAnsi"/>
          <w:noProof/>
          <w:lang w:val="en-US" w:eastAsia="de-DE"/>
        </w:rPr>
        <w:t>Direct:</w:t>
      </w:r>
      <w:r w:rsidRPr="00892917">
        <w:rPr>
          <w:rFonts w:eastAsiaTheme="minorEastAsia" w:cstheme="minorHAnsi"/>
          <w:noProof/>
          <w:lang w:val="en-US" w:eastAsia="de-DE"/>
        </w:rPr>
        <w:t xml:space="preserve"> +49 (0)306293963-22</w:t>
      </w:r>
    </w:p>
    <w:p w14:paraId="118B819F" w14:textId="3FFB085E" w:rsidR="003A1554" w:rsidRPr="00892917" w:rsidRDefault="007944CA" w:rsidP="003A1554">
      <w:pPr>
        <w:spacing w:after="0" w:line="240" w:lineRule="auto"/>
        <w:rPr>
          <w:rFonts w:eastAsiaTheme="minorEastAsia" w:cstheme="minorHAnsi"/>
          <w:noProof/>
          <w:lang w:val="en-US" w:eastAsia="de-DE"/>
        </w:rPr>
      </w:pPr>
      <w:hyperlink r:id="rId11" w:history="1">
        <w:r w:rsidR="003A1554" w:rsidRPr="00892917">
          <w:rPr>
            <w:rStyle w:val="Hyperlink"/>
            <w:rFonts w:eastAsiaTheme="minorEastAsia" w:cstheme="minorHAnsi"/>
            <w:noProof/>
            <w:lang w:val="en-US" w:eastAsia="de-DE"/>
          </w:rPr>
          <w:t>caroline.gabbert@imc-tm.de</w:t>
        </w:r>
      </w:hyperlink>
    </w:p>
    <w:p w14:paraId="50394C3C" w14:textId="77777777" w:rsidR="004B02D6" w:rsidRPr="003A1554" w:rsidRDefault="004B02D6" w:rsidP="004B02D6">
      <w:pPr>
        <w:pStyle w:val="berschrift1"/>
        <w:rPr>
          <w:rStyle w:val="Fett"/>
          <w:color w:val="auto"/>
          <w:lang w:val="en-US"/>
        </w:rPr>
      </w:pPr>
    </w:p>
    <w:p w14:paraId="412E70F0" w14:textId="09B95E30" w:rsidR="004B02D6" w:rsidRPr="00C11E24" w:rsidRDefault="004B02D6" w:rsidP="004B02D6">
      <w:pPr>
        <w:pStyle w:val="berschrift1"/>
        <w:rPr>
          <w:rStyle w:val="Fett"/>
          <w:rFonts w:ascii="Rubik SemiBold" w:hAnsi="Rubik SemiBold" w:cs="Rubik SemiBold"/>
          <w:b w:val="0"/>
          <w:bCs w:val="0"/>
          <w:color w:val="auto"/>
          <w:lang w:val="en-US"/>
        </w:rPr>
      </w:pPr>
      <w:r w:rsidRPr="00C11E24">
        <w:rPr>
          <w:rStyle w:val="Fett"/>
          <w:rFonts w:ascii="Rubik SemiBold" w:hAnsi="Rubik SemiBold" w:cs="Rubik SemiBold"/>
          <w:b w:val="0"/>
          <w:bCs w:val="0"/>
          <w:color w:val="auto"/>
          <w:lang w:val="en-US"/>
        </w:rPr>
        <w:t>PRESS</w:t>
      </w:r>
      <w:r w:rsidR="003A1554" w:rsidRPr="00C11E24">
        <w:rPr>
          <w:rStyle w:val="Fett"/>
          <w:rFonts w:ascii="Rubik SemiBold" w:hAnsi="Rubik SemiBold" w:cs="Rubik SemiBold"/>
          <w:b w:val="0"/>
          <w:bCs w:val="0"/>
          <w:color w:val="auto"/>
          <w:lang w:val="en-US"/>
        </w:rPr>
        <w:t xml:space="preserve"> RELEASE</w:t>
      </w:r>
      <w:r w:rsidR="00C11E24">
        <w:rPr>
          <w:rStyle w:val="Fett"/>
          <w:rFonts w:ascii="Rubik SemiBold" w:hAnsi="Rubik SemiBold" w:cs="Rubik SemiBold"/>
          <w:b w:val="0"/>
          <w:bCs w:val="0"/>
          <w:color w:val="auto"/>
          <w:lang w:val="en-US"/>
        </w:rPr>
        <w:t xml:space="preserve"> </w:t>
      </w:r>
    </w:p>
    <w:p w14:paraId="2DAF8A8B" w14:textId="77777777" w:rsidR="004B02D6" w:rsidRPr="00C11E24" w:rsidRDefault="004B02D6" w:rsidP="004B02D6">
      <w:pPr>
        <w:rPr>
          <w:lang w:val="en-US"/>
        </w:rPr>
      </w:pPr>
    </w:p>
    <w:p w14:paraId="53B0286D" w14:textId="271EACFB" w:rsidR="003A1554" w:rsidRPr="00E76FFC" w:rsidRDefault="00D00A12" w:rsidP="003A1554">
      <w:pPr>
        <w:pStyle w:val="berschrift1"/>
        <w:rPr>
          <w:b/>
          <w:bCs/>
          <w:color w:val="auto"/>
          <w:lang w:val="en-US"/>
        </w:rPr>
      </w:pPr>
      <w:r>
        <w:rPr>
          <w:b/>
          <w:bCs/>
          <w:color w:val="auto"/>
          <w:lang w:val="en-US"/>
        </w:rPr>
        <w:t xml:space="preserve">New </w:t>
      </w:r>
      <w:r w:rsidR="004E5249">
        <w:rPr>
          <w:b/>
          <w:bCs/>
          <w:color w:val="auto"/>
          <w:lang w:val="en-US"/>
        </w:rPr>
        <w:t xml:space="preserve">Version of </w:t>
      </w:r>
      <w:r w:rsidR="006060C5">
        <w:rPr>
          <w:b/>
          <w:bCs/>
          <w:color w:val="auto"/>
          <w:lang w:val="en-US"/>
        </w:rPr>
        <w:t xml:space="preserve">data analysis software </w:t>
      </w:r>
      <w:r>
        <w:rPr>
          <w:b/>
          <w:bCs/>
          <w:color w:val="auto"/>
          <w:lang w:val="en-US"/>
        </w:rPr>
        <w:t xml:space="preserve">imc FAMOS 2022 </w:t>
      </w:r>
    </w:p>
    <w:p w14:paraId="2709027D" w14:textId="412C01B5" w:rsidR="004B02D6" w:rsidRDefault="29BF1992" w:rsidP="00D00A12">
      <w:pPr>
        <w:pStyle w:val="berschrift2"/>
        <w:rPr>
          <w:color w:val="auto"/>
          <w:lang w:val="en-US"/>
        </w:rPr>
      </w:pPr>
      <w:r w:rsidRPr="6D7EF325">
        <w:rPr>
          <w:color w:val="auto"/>
          <w:lang w:val="en-US"/>
        </w:rPr>
        <w:t>E</w:t>
      </w:r>
      <w:r w:rsidR="0CD18BED" w:rsidRPr="6D7EF325">
        <w:rPr>
          <w:color w:val="auto"/>
          <w:lang w:val="en-US"/>
        </w:rPr>
        <w:t xml:space="preserve">ngineers </w:t>
      </w:r>
      <w:r w:rsidRPr="6D7EF325">
        <w:rPr>
          <w:color w:val="auto"/>
          <w:lang w:val="en-US"/>
        </w:rPr>
        <w:t xml:space="preserve">benefit from </w:t>
      </w:r>
      <w:r w:rsidR="000F7596">
        <w:rPr>
          <w:color w:val="auto"/>
          <w:lang w:val="en-US"/>
        </w:rPr>
        <w:t>boosted</w:t>
      </w:r>
      <w:r w:rsidR="000F7596" w:rsidRPr="6D7EF325">
        <w:rPr>
          <w:color w:val="auto"/>
          <w:lang w:val="en-US"/>
        </w:rPr>
        <w:t xml:space="preserve"> </w:t>
      </w:r>
      <w:r w:rsidR="0CD18BED" w:rsidRPr="6D7EF325">
        <w:rPr>
          <w:color w:val="auto"/>
          <w:lang w:val="en-US"/>
        </w:rPr>
        <w:t>p</w:t>
      </w:r>
      <w:r w:rsidR="207C2B68" w:rsidRPr="6D7EF325">
        <w:rPr>
          <w:color w:val="auto"/>
          <w:lang w:val="en-US"/>
        </w:rPr>
        <w:t xml:space="preserve">erformance and </w:t>
      </w:r>
      <w:r w:rsidR="1A616AE5" w:rsidRPr="6D7EF325">
        <w:rPr>
          <w:color w:val="auto"/>
          <w:lang w:val="en-US"/>
        </w:rPr>
        <w:t>Python</w:t>
      </w:r>
      <w:r w:rsidR="00E43800">
        <w:rPr>
          <w:color w:val="auto"/>
          <w:lang w:val="en-US"/>
        </w:rPr>
        <w:t>®</w:t>
      </w:r>
      <w:r w:rsidR="1A616AE5" w:rsidRPr="6D7EF325">
        <w:rPr>
          <w:color w:val="auto"/>
          <w:lang w:val="en-US"/>
        </w:rPr>
        <w:t xml:space="preserve"> interface integration</w:t>
      </w:r>
    </w:p>
    <w:p w14:paraId="15816467" w14:textId="1FF57938" w:rsidR="006060C5" w:rsidRDefault="006060C5" w:rsidP="006060C5">
      <w:pPr>
        <w:rPr>
          <w:lang w:val="en-US"/>
        </w:rPr>
      </w:pPr>
    </w:p>
    <w:p w14:paraId="41F5F666" w14:textId="28929F27" w:rsidR="00C60EC2" w:rsidRDefault="008B44C6" w:rsidP="00320956">
      <w:pPr>
        <w:spacing w:line="276" w:lineRule="auto"/>
        <w:rPr>
          <w:lang w:val="en-US"/>
        </w:rPr>
      </w:pPr>
      <w:r w:rsidRPr="00710517">
        <w:rPr>
          <w:b/>
          <w:bCs/>
          <w:lang w:val="en-US"/>
        </w:rPr>
        <w:t xml:space="preserve">Berlin, </w:t>
      </w:r>
      <w:r w:rsidR="00C11E24" w:rsidRPr="00710517">
        <w:rPr>
          <w:b/>
          <w:bCs/>
          <w:lang w:val="en-US"/>
        </w:rPr>
        <w:t>July 11, 2022</w:t>
      </w:r>
      <w:r w:rsidRPr="00710517">
        <w:rPr>
          <w:lang w:val="en-US"/>
        </w:rPr>
        <w:t xml:space="preserve"> </w:t>
      </w:r>
      <w:r w:rsidR="00A140F3" w:rsidRPr="00710517">
        <w:rPr>
          <w:lang w:val="en-US"/>
        </w:rPr>
        <w:t>–</w:t>
      </w:r>
      <w:r w:rsidR="004C3E01" w:rsidRPr="00710517">
        <w:rPr>
          <w:lang w:val="en-US"/>
        </w:rPr>
        <w:t xml:space="preserve"> </w:t>
      </w:r>
    </w:p>
    <w:p w14:paraId="51ADE678" w14:textId="4FD48C49" w:rsidR="00C60EC2" w:rsidRDefault="4FE42D9E" w:rsidP="00320956">
      <w:pPr>
        <w:spacing w:line="276" w:lineRule="auto"/>
        <w:rPr>
          <w:lang w:val="en-US"/>
        </w:rPr>
      </w:pPr>
      <w:r w:rsidRPr="57B03BCE">
        <w:rPr>
          <w:lang w:val="en-US"/>
        </w:rPr>
        <w:t>The new version of data analysis software imc FAMOS 2022 from manufacturer imc Test &amp; Measurement</w:t>
      </w:r>
      <w:r w:rsidR="00507192">
        <w:rPr>
          <w:lang w:val="en-US"/>
        </w:rPr>
        <w:t>, a brand of Axiometrix Solutions,</w:t>
      </w:r>
      <w:r w:rsidRPr="57B03BCE">
        <w:rPr>
          <w:lang w:val="en-US"/>
        </w:rPr>
        <w:t xml:space="preserve"> now integrates a Python</w:t>
      </w:r>
      <w:r w:rsidR="00E43800">
        <w:rPr>
          <w:lang w:val="en-US"/>
        </w:rPr>
        <w:t>®</w:t>
      </w:r>
      <w:r w:rsidRPr="57B03BCE">
        <w:rPr>
          <w:lang w:val="en-US"/>
        </w:rPr>
        <w:t xml:space="preserve"> interface and supports parallel processing for modern multi-core </w:t>
      </w:r>
      <w:r w:rsidR="000F7596">
        <w:rPr>
          <w:lang w:val="en-US"/>
        </w:rPr>
        <w:t xml:space="preserve">PC </w:t>
      </w:r>
      <w:r w:rsidRPr="57B03BCE">
        <w:rPr>
          <w:lang w:val="en-US"/>
        </w:rPr>
        <w:t>architectures.</w:t>
      </w:r>
    </w:p>
    <w:p w14:paraId="5EC241CD" w14:textId="4E6FAB4E" w:rsidR="5B0B99E2" w:rsidRDefault="49A11BDA" w:rsidP="57B03BCE">
      <w:pPr>
        <w:spacing w:line="276" w:lineRule="auto"/>
        <w:rPr>
          <w:lang w:val="en-US"/>
        </w:rPr>
      </w:pPr>
      <w:r w:rsidRPr="57B03BCE">
        <w:rPr>
          <w:lang w:val="en-US"/>
        </w:rPr>
        <w:t>imc FAMOS offers professional tools for the v</w:t>
      </w:r>
      <w:r w:rsidR="0141585B" w:rsidRPr="57B03BCE">
        <w:rPr>
          <w:lang w:val="en-US"/>
        </w:rPr>
        <w:t>isualiz</w:t>
      </w:r>
      <w:r w:rsidRPr="57B03BCE">
        <w:rPr>
          <w:lang w:val="en-US"/>
        </w:rPr>
        <w:t xml:space="preserve">ation </w:t>
      </w:r>
      <w:r w:rsidR="0141585B" w:rsidRPr="57B03BCE">
        <w:rPr>
          <w:lang w:val="en-US"/>
        </w:rPr>
        <w:t>and anal</w:t>
      </w:r>
      <w:r w:rsidRPr="57B03BCE">
        <w:rPr>
          <w:lang w:val="en-US"/>
        </w:rPr>
        <w:t xml:space="preserve">ysis of test and </w:t>
      </w:r>
      <w:r w:rsidR="0141585B" w:rsidRPr="57B03BCE">
        <w:rPr>
          <w:lang w:val="en-US"/>
        </w:rPr>
        <w:t>measurement data</w:t>
      </w:r>
      <w:r w:rsidRPr="57B03BCE">
        <w:rPr>
          <w:lang w:val="en-US"/>
        </w:rPr>
        <w:t xml:space="preserve"> </w:t>
      </w:r>
      <w:r w:rsidR="0141585B" w:rsidRPr="57B03BCE">
        <w:rPr>
          <w:lang w:val="en-US"/>
        </w:rPr>
        <w:t>from a</w:t>
      </w:r>
      <w:r w:rsidR="7AA90636" w:rsidRPr="57B03BCE">
        <w:rPr>
          <w:lang w:val="en-US"/>
        </w:rPr>
        <w:t xml:space="preserve"> variety </w:t>
      </w:r>
      <w:r w:rsidR="0141585B" w:rsidRPr="57B03BCE">
        <w:rPr>
          <w:lang w:val="en-US"/>
        </w:rPr>
        <w:t xml:space="preserve">of </w:t>
      </w:r>
      <w:r w:rsidR="3C8BD775" w:rsidRPr="57B03BCE">
        <w:rPr>
          <w:lang w:val="en-US"/>
        </w:rPr>
        <w:t>data sources</w:t>
      </w:r>
      <w:r w:rsidR="00EA7CD7">
        <w:rPr>
          <w:lang w:val="en-US"/>
        </w:rPr>
        <w:t>,</w:t>
      </w:r>
      <w:r w:rsidR="3C8BD775" w:rsidRPr="57B03BCE">
        <w:rPr>
          <w:lang w:val="en-US"/>
        </w:rPr>
        <w:t xml:space="preserve"> </w:t>
      </w:r>
      <w:r w:rsidR="0141585B" w:rsidRPr="57B03BCE">
        <w:rPr>
          <w:lang w:val="en-US"/>
        </w:rPr>
        <w:t xml:space="preserve">import formats </w:t>
      </w:r>
      <w:r w:rsidR="7AA90636" w:rsidRPr="57B03BCE">
        <w:rPr>
          <w:lang w:val="en-US"/>
        </w:rPr>
        <w:t xml:space="preserve">and creates </w:t>
      </w:r>
      <w:r w:rsidR="0141585B" w:rsidRPr="57B03BCE">
        <w:rPr>
          <w:lang w:val="en-US"/>
        </w:rPr>
        <w:t>print-ready reports.</w:t>
      </w:r>
      <w:r w:rsidR="00EA7CD7">
        <w:rPr>
          <w:lang w:val="en-US"/>
        </w:rPr>
        <w:t xml:space="preserve"> </w:t>
      </w:r>
      <w:bookmarkStart w:id="1" w:name="_Hlk106978755"/>
      <w:r w:rsidR="000F7596">
        <w:rPr>
          <w:lang w:val="en-US"/>
        </w:rPr>
        <w:t>T</w:t>
      </w:r>
      <w:r w:rsidR="4FE42D9E" w:rsidRPr="57B03BCE">
        <w:rPr>
          <w:lang w:val="en-US"/>
        </w:rPr>
        <w:t>est engineers, technicians and researchers</w:t>
      </w:r>
      <w:r w:rsidR="3BE35809" w:rsidRPr="57B03BCE">
        <w:rPr>
          <w:lang w:val="en-US"/>
        </w:rPr>
        <w:t xml:space="preserve"> b</w:t>
      </w:r>
      <w:r w:rsidR="4FE42D9E" w:rsidRPr="57B03BCE">
        <w:rPr>
          <w:lang w:val="en-US"/>
        </w:rPr>
        <w:t xml:space="preserve">enefit from </w:t>
      </w:r>
      <w:r w:rsidR="3BE35809" w:rsidRPr="57B03BCE">
        <w:rPr>
          <w:lang w:val="en-US"/>
        </w:rPr>
        <w:t>increase</w:t>
      </w:r>
      <w:r w:rsidR="4FE42D9E" w:rsidRPr="57B03BCE">
        <w:rPr>
          <w:lang w:val="en-US"/>
        </w:rPr>
        <w:t>d</w:t>
      </w:r>
      <w:r w:rsidR="3C554E56" w:rsidRPr="57B03BCE">
        <w:rPr>
          <w:lang w:val="en-US"/>
        </w:rPr>
        <w:t xml:space="preserve"> performance and </w:t>
      </w:r>
      <w:r w:rsidR="0141585B" w:rsidRPr="57B03BCE">
        <w:rPr>
          <w:lang w:val="en-US"/>
        </w:rPr>
        <w:t>extended</w:t>
      </w:r>
      <w:r w:rsidR="001D6CF6">
        <w:rPr>
          <w:lang w:val="en-US"/>
        </w:rPr>
        <w:t xml:space="preserve"> </w:t>
      </w:r>
      <w:r w:rsidR="00CF5755">
        <w:rPr>
          <w:lang w:val="en-US"/>
        </w:rPr>
        <w:t xml:space="preserve">capabilities </w:t>
      </w:r>
      <w:r w:rsidR="00EA7CD7">
        <w:rPr>
          <w:lang w:val="en-US"/>
        </w:rPr>
        <w:t>interfacing</w:t>
      </w:r>
      <w:r w:rsidR="00CF5755">
        <w:rPr>
          <w:lang w:val="en-US"/>
        </w:rPr>
        <w:t xml:space="preserve"> with </w:t>
      </w:r>
      <w:r w:rsidR="0141585B" w:rsidRPr="57B03BCE">
        <w:rPr>
          <w:lang w:val="en-US"/>
        </w:rPr>
        <w:t xml:space="preserve">programming languages and databases </w:t>
      </w:r>
      <w:r w:rsidR="0846C02A" w:rsidRPr="57B03BCE">
        <w:rPr>
          <w:lang w:val="en-US"/>
        </w:rPr>
        <w:t xml:space="preserve">in test and measurement applications, </w:t>
      </w:r>
      <w:r w:rsidR="00EA7CD7">
        <w:rPr>
          <w:lang w:val="en-US"/>
        </w:rPr>
        <w:t xml:space="preserve">which are also </w:t>
      </w:r>
      <w:r w:rsidR="0846C02A" w:rsidRPr="57B03BCE">
        <w:rPr>
          <w:lang w:val="en-US"/>
        </w:rPr>
        <w:t>supporting data science.</w:t>
      </w:r>
      <w:bookmarkEnd w:id="1"/>
    </w:p>
    <w:p w14:paraId="3F5EFB1C" w14:textId="09015D33" w:rsidR="0021503B" w:rsidRPr="00EA2719" w:rsidDel="00811516" w:rsidRDefault="57B03BCE" w:rsidP="00320956">
      <w:pPr>
        <w:spacing w:line="276" w:lineRule="auto"/>
        <w:rPr>
          <w:lang w:val="en-US"/>
        </w:rPr>
      </w:pPr>
      <w:r w:rsidRPr="57B03BCE">
        <w:rPr>
          <w:lang w:val="en-US"/>
        </w:rPr>
        <w:t>The new interface to the popular programming language Python</w:t>
      </w:r>
      <w:r w:rsidR="00E43800">
        <w:rPr>
          <w:lang w:val="en-US"/>
        </w:rPr>
        <w:t>®</w:t>
      </w:r>
      <w:r w:rsidR="00622AEB">
        <w:rPr>
          <w:lang w:val="en-US"/>
        </w:rPr>
        <w:t xml:space="preserve"> </w:t>
      </w:r>
      <w:r w:rsidR="70DF5825" w:rsidRPr="57B03BCE">
        <w:rPr>
          <w:lang w:val="en-US"/>
        </w:rPr>
        <w:t xml:space="preserve">allows imc FAMOS users to </w:t>
      </w:r>
      <w:r w:rsidR="006047B9">
        <w:rPr>
          <w:lang w:val="en-US"/>
        </w:rPr>
        <w:t>derive an advantage from</w:t>
      </w:r>
      <w:r w:rsidR="00EA7CD7">
        <w:rPr>
          <w:lang w:val="en-US"/>
        </w:rPr>
        <w:t xml:space="preserve"> </w:t>
      </w:r>
      <w:r w:rsidR="70DF5825" w:rsidRPr="57B03BCE">
        <w:rPr>
          <w:lang w:val="en-US"/>
        </w:rPr>
        <w:t>the large Python</w:t>
      </w:r>
      <w:r w:rsidR="00E43800">
        <w:rPr>
          <w:lang w:val="en-US"/>
        </w:rPr>
        <w:t>®</w:t>
      </w:r>
      <w:r w:rsidR="70DF5825" w:rsidRPr="57B03BCE">
        <w:rPr>
          <w:lang w:val="en-US"/>
        </w:rPr>
        <w:t xml:space="preserve"> open</w:t>
      </w:r>
      <w:r w:rsidR="00EA7CD7">
        <w:rPr>
          <w:lang w:val="en-US"/>
        </w:rPr>
        <w:t>-</w:t>
      </w:r>
      <w:r w:rsidR="70DF5825" w:rsidRPr="57B03BCE">
        <w:rPr>
          <w:lang w:val="en-US"/>
        </w:rPr>
        <w:t>source community, to integrate thousands of ready-to-use algorithms and to further process</w:t>
      </w:r>
      <w:r w:rsidR="00622AEB">
        <w:rPr>
          <w:lang w:val="en-US"/>
        </w:rPr>
        <w:t xml:space="preserve">, </w:t>
      </w:r>
      <w:r w:rsidR="70DF5825" w:rsidRPr="57B03BCE">
        <w:rPr>
          <w:lang w:val="en-US"/>
        </w:rPr>
        <w:t xml:space="preserve">transform </w:t>
      </w:r>
      <w:r w:rsidR="00622AEB">
        <w:rPr>
          <w:lang w:val="en-US"/>
        </w:rPr>
        <w:t xml:space="preserve">and visualize </w:t>
      </w:r>
      <w:r w:rsidR="70DF5825" w:rsidRPr="57B03BCE">
        <w:rPr>
          <w:lang w:val="en-US"/>
        </w:rPr>
        <w:t>data</w:t>
      </w:r>
      <w:r w:rsidR="46F87C8B" w:rsidRPr="57B03BCE">
        <w:rPr>
          <w:lang w:val="en-US"/>
        </w:rPr>
        <w:t>.</w:t>
      </w:r>
      <w:r w:rsidR="00EA7CD7">
        <w:rPr>
          <w:lang w:val="en-US"/>
        </w:rPr>
        <w:t xml:space="preserve"> </w:t>
      </w:r>
      <w:r w:rsidR="2729A784" w:rsidRPr="005A31B0">
        <w:rPr>
          <w:lang w:val="en-US"/>
        </w:rPr>
        <w:t>T</w:t>
      </w:r>
      <w:r w:rsidR="2729A784" w:rsidRPr="57B03BCE">
        <w:rPr>
          <w:lang w:val="en-US"/>
        </w:rPr>
        <w:t xml:space="preserve">he new parallel processing feature </w:t>
      </w:r>
      <w:r w:rsidR="5BA9676D" w:rsidRPr="57B03BCE">
        <w:rPr>
          <w:lang w:val="en-US"/>
        </w:rPr>
        <w:t>makes optimum use of</w:t>
      </w:r>
      <w:r w:rsidR="2729A784" w:rsidRPr="57B03BCE">
        <w:rPr>
          <w:lang w:val="en-US"/>
        </w:rPr>
        <w:t xml:space="preserve"> multi-core PC hardware.</w:t>
      </w:r>
    </w:p>
    <w:p w14:paraId="5D642F26" w14:textId="33E01A52" w:rsidR="00515F61" w:rsidRDefault="00EA7CD7" w:rsidP="57B03BCE">
      <w:pPr>
        <w:spacing w:line="276" w:lineRule="auto"/>
        <w:rPr>
          <w:lang w:val="en-US"/>
        </w:rPr>
      </w:pPr>
      <w:r>
        <w:rPr>
          <w:lang w:val="en-US"/>
        </w:rPr>
        <w:t>In addition</w:t>
      </w:r>
      <w:r w:rsidR="005A31B0">
        <w:rPr>
          <w:lang w:val="en-US"/>
        </w:rPr>
        <w:t>,</w:t>
      </w:r>
      <w:r w:rsidR="57B03BCE" w:rsidRPr="57B03BCE">
        <w:rPr>
          <w:lang w:val="en-US"/>
        </w:rPr>
        <w:t xml:space="preserve"> the new </w:t>
      </w:r>
      <w:r>
        <w:rPr>
          <w:lang w:val="en-US"/>
        </w:rPr>
        <w:t>2022-</w:t>
      </w:r>
      <w:r w:rsidR="57B03BCE" w:rsidRPr="57B03BCE">
        <w:rPr>
          <w:lang w:val="en-US"/>
        </w:rPr>
        <w:t>version features an improved FFT spectrum analysis that overcomes block size limitations</w:t>
      </w:r>
      <w:r w:rsidR="00976EFB">
        <w:rPr>
          <w:lang w:val="en-US"/>
        </w:rPr>
        <w:t xml:space="preserve">. The featured </w:t>
      </w:r>
      <w:r w:rsidR="57B03BCE" w:rsidRPr="57B03BCE">
        <w:rPr>
          <w:lang w:val="en-US"/>
        </w:rPr>
        <w:t>“group functions”</w:t>
      </w:r>
      <w:r w:rsidR="00976EFB">
        <w:rPr>
          <w:lang w:val="en-US"/>
        </w:rPr>
        <w:t xml:space="preserve"> ha</w:t>
      </w:r>
      <w:r w:rsidR="00525FD2">
        <w:rPr>
          <w:lang w:val="en-US"/>
        </w:rPr>
        <w:t>ve</w:t>
      </w:r>
      <w:r w:rsidR="00976EFB">
        <w:rPr>
          <w:lang w:val="en-US"/>
        </w:rPr>
        <w:t xml:space="preserve"> been enhanced</w:t>
      </w:r>
      <w:r w:rsidR="57B03BCE" w:rsidRPr="57B03BCE">
        <w:rPr>
          <w:lang w:val="en-US"/>
        </w:rPr>
        <w:t xml:space="preserve">: a concept that facilitates </w:t>
      </w:r>
      <w:r w:rsidR="007A0A9E">
        <w:rPr>
          <w:lang w:val="en-US"/>
        </w:rPr>
        <w:t xml:space="preserve">applying </w:t>
      </w:r>
      <w:r w:rsidR="57B03BCE" w:rsidRPr="57B03BCE">
        <w:rPr>
          <w:lang w:val="en-US"/>
        </w:rPr>
        <w:t>the execution of complex analysis function</w:t>
      </w:r>
      <w:r w:rsidR="00515F61">
        <w:rPr>
          <w:lang w:val="en-US"/>
        </w:rPr>
        <w:t>s</w:t>
      </w:r>
      <w:r w:rsidR="57B03BCE" w:rsidRPr="57B03BCE">
        <w:rPr>
          <w:lang w:val="en-US"/>
        </w:rPr>
        <w:t xml:space="preserve"> upon whole groups of signals or variables.</w:t>
      </w:r>
    </w:p>
    <w:p w14:paraId="79F2148B" w14:textId="084E7CD9" w:rsidR="004C3E01" w:rsidRPr="00EA2719" w:rsidRDefault="08D74F67" w:rsidP="00320956">
      <w:pPr>
        <w:spacing w:line="276" w:lineRule="auto"/>
        <w:rPr>
          <w:lang w:val="en-US"/>
        </w:rPr>
      </w:pPr>
      <w:r w:rsidRPr="57B03BCE">
        <w:rPr>
          <w:lang w:val="en-US"/>
        </w:rPr>
        <w:t xml:space="preserve">Stefan Hippe, </w:t>
      </w:r>
      <w:r w:rsidR="001162B6">
        <w:rPr>
          <w:lang w:val="en-US"/>
        </w:rPr>
        <w:t>Head of imc FAMOS software development,</w:t>
      </w:r>
      <w:r w:rsidRPr="57B03BCE">
        <w:rPr>
          <w:lang w:val="en-US"/>
        </w:rPr>
        <w:t xml:space="preserve"> outlines the </w:t>
      </w:r>
      <w:r w:rsidR="001162B6">
        <w:rPr>
          <w:lang w:val="en-US"/>
        </w:rPr>
        <w:t>improvements</w:t>
      </w:r>
      <w:r w:rsidR="001162B6" w:rsidRPr="57B03BCE">
        <w:rPr>
          <w:lang w:val="en-US"/>
        </w:rPr>
        <w:t xml:space="preserve"> </w:t>
      </w:r>
      <w:r w:rsidRPr="57B03BCE">
        <w:rPr>
          <w:lang w:val="en-US"/>
        </w:rPr>
        <w:t xml:space="preserve">of the new version: </w:t>
      </w:r>
      <w:r w:rsidR="001162B6">
        <w:rPr>
          <w:lang w:val="en-US"/>
        </w:rPr>
        <w:br/>
      </w:r>
      <w:r w:rsidRPr="57B03BCE">
        <w:rPr>
          <w:lang w:val="en-US"/>
        </w:rPr>
        <w:t xml:space="preserve">“With the 2022 version we respond to our customer’s frequent requests to support </w:t>
      </w:r>
      <w:r w:rsidR="001162B6">
        <w:rPr>
          <w:lang w:val="en-US"/>
        </w:rPr>
        <w:t>important</w:t>
      </w:r>
      <w:r w:rsidRPr="57B03BCE">
        <w:rPr>
          <w:lang w:val="en-US"/>
        </w:rPr>
        <w:t xml:space="preserve"> programming languages which are particularly </w:t>
      </w:r>
      <w:r w:rsidR="001162B6">
        <w:rPr>
          <w:lang w:val="en-US"/>
        </w:rPr>
        <w:t>popular</w:t>
      </w:r>
      <w:r w:rsidRPr="57B03BCE">
        <w:rPr>
          <w:lang w:val="en-US"/>
        </w:rPr>
        <w:t xml:space="preserve"> in the fast</w:t>
      </w:r>
      <w:r w:rsidR="00BA4934">
        <w:rPr>
          <w:lang w:val="en-US"/>
        </w:rPr>
        <w:t>-</w:t>
      </w:r>
      <w:r w:rsidRPr="57B03BCE">
        <w:rPr>
          <w:lang w:val="en-US"/>
        </w:rPr>
        <w:t>growing machine learning community.”</w:t>
      </w:r>
    </w:p>
    <w:p w14:paraId="6FFD21D5" w14:textId="3D61C8C4" w:rsidR="00BE064E" w:rsidRPr="00817AA8" w:rsidRDefault="004C3E01" w:rsidP="00BE064E">
      <w:pPr>
        <w:spacing w:after="0" w:line="336" w:lineRule="atLeast"/>
        <w:rPr>
          <w:lang w:val="en-US"/>
        </w:rPr>
      </w:pPr>
      <w:r w:rsidRPr="00EA2719">
        <w:rPr>
          <w:lang w:val="en-US"/>
        </w:rPr>
        <w:t>A</w:t>
      </w:r>
      <w:r w:rsidR="00A020B1" w:rsidRPr="00EA2719">
        <w:rPr>
          <w:lang w:val="en-US"/>
        </w:rPr>
        <w:t xml:space="preserve"> free 30-day-trial version </w:t>
      </w:r>
      <w:r w:rsidRPr="00EA2719">
        <w:rPr>
          <w:lang w:val="en-US"/>
        </w:rPr>
        <w:t xml:space="preserve">of imc FAMOS 2022 </w:t>
      </w:r>
      <w:r w:rsidR="00A020B1" w:rsidRPr="00EA2719">
        <w:rPr>
          <w:lang w:val="en-US"/>
        </w:rPr>
        <w:t xml:space="preserve">and more information is available </w:t>
      </w:r>
      <w:r w:rsidR="00077291">
        <w:rPr>
          <w:lang w:val="en-US"/>
        </w:rPr>
        <w:t>here</w:t>
      </w:r>
      <w:hyperlink r:id="rId12" w:history="1">
        <w:r w:rsidR="00BE064E" w:rsidRPr="00817AA8">
          <w:rPr>
            <w:lang w:val="en-US"/>
          </w:rPr>
          <w:br/>
          <w:t>https://go.imc-tm.com/New-in-imc-Famos-2022</w:t>
        </w:r>
      </w:hyperlink>
      <w:r w:rsidR="00817AA8">
        <w:rPr>
          <w:lang w:val="en-US"/>
        </w:rPr>
        <w:t>.</w:t>
      </w:r>
    </w:p>
    <w:p w14:paraId="07F3F04E" w14:textId="596CD140" w:rsidR="004B02D6" w:rsidRPr="00420BC2" w:rsidRDefault="004B02D6" w:rsidP="004B02D6">
      <w:pPr>
        <w:rPr>
          <w:lang w:val="en-US"/>
        </w:rPr>
      </w:pPr>
    </w:p>
    <w:p w14:paraId="3456A4BF" w14:textId="77777777" w:rsidR="004B02D6" w:rsidRPr="00420BC2" w:rsidRDefault="004B02D6" w:rsidP="004B02D6">
      <w:pPr>
        <w:rPr>
          <w:lang w:val="en-US"/>
        </w:rPr>
      </w:pPr>
    </w:p>
    <w:p w14:paraId="0EEE7A87" w14:textId="77777777" w:rsidR="00BE064E" w:rsidRDefault="00BE064E" w:rsidP="004B02D6">
      <w:pPr>
        <w:pStyle w:val="berschrift1"/>
        <w:rPr>
          <w:rFonts w:ascii="Rubik SemiBold" w:hAnsi="Rubik SemiBold" w:cs="Rubik SemiBold"/>
          <w:color w:val="auto"/>
          <w:lang w:val="en-US"/>
        </w:rPr>
      </w:pPr>
      <w:r>
        <w:rPr>
          <w:rFonts w:ascii="Rubik SemiBold" w:hAnsi="Rubik SemiBold" w:cs="Rubik SemiBold"/>
          <w:noProof/>
          <w:color w:val="auto"/>
          <w:lang w:val="en-US"/>
        </w:rPr>
        <w:drawing>
          <wp:inline distT="0" distB="0" distL="0" distR="0" wp14:anchorId="10BE110E" wp14:editId="43F8B6C6">
            <wp:extent cx="842400" cy="10728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3"/>
                    <a:stretch>
                      <a:fillRect/>
                    </a:stretch>
                  </pic:blipFill>
                  <pic:spPr>
                    <a:xfrm>
                      <a:off x="0" y="0"/>
                      <a:ext cx="842400" cy="1072800"/>
                    </a:xfrm>
                    <a:prstGeom prst="rect">
                      <a:avLst/>
                    </a:prstGeom>
                  </pic:spPr>
                </pic:pic>
              </a:graphicData>
            </a:graphic>
          </wp:inline>
        </w:drawing>
      </w:r>
    </w:p>
    <w:p w14:paraId="7D276C8F" w14:textId="37889CA7" w:rsidR="004B02D6" w:rsidRPr="008D0F5F" w:rsidRDefault="00420BC2" w:rsidP="004B02D6">
      <w:pPr>
        <w:pStyle w:val="berschrift1"/>
        <w:rPr>
          <w:rFonts w:ascii="Rubik SemiBold" w:hAnsi="Rubik SemiBold" w:cs="Rubik SemiBold"/>
          <w:color w:val="auto"/>
          <w:lang w:val="en-US"/>
        </w:rPr>
      </w:pPr>
      <w:r>
        <w:rPr>
          <w:rFonts w:ascii="Rubik SemiBold" w:hAnsi="Rubik SemiBold" w:cs="Rubik SemiBold"/>
          <w:color w:val="auto"/>
          <w:lang w:val="en-US"/>
        </w:rPr>
        <w:t xml:space="preserve">About </w:t>
      </w:r>
      <w:r w:rsidR="004B02D6" w:rsidRPr="008D0F5F">
        <w:rPr>
          <w:rFonts w:ascii="Rubik SemiBold" w:hAnsi="Rubik SemiBold" w:cs="Rubik SemiBold"/>
          <w:color w:val="auto"/>
          <w:lang w:val="en-US"/>
        </w:rPr>
        <w:t>imc Test &amp; Measurement</w:t>
      </w:r>
      <w:r w:rsidR="00E351F0" w:rsidRPr="008D0F5F">
        <w:rPr>
          <w:rFonts w:ascii="Rubik SemiBold" w:hAnsi="Rubik SemiBold" w:cs="Rubik SemiBold"/>
          <w:color w:val="auto"/>
          <w:lang w:val="en-US"/>
        </w:rPr>
        <w:t xml:space="preserve"> GmbH</w:t>
      </w:r>
    </w:p>
    <w:p w14:paraId="06DB328F" w14:textId="7BD8ADCC" w:rsidR="00EA4CD0" w:rsidRPr="004B02D6" w:rsidRDefault="00BA2817" w:rsidP="004B02D6">
      <w:pPr>
        <w:rPr>
          <w:lang w:val="en-US"/>
        </w:rPr>
      </w:pPr>
      <w:r w:rsidRPr="00BA2817">
        <w:rPr>
          <w:lang w:val="en-US"/>
        </w:rPr>
        <w:t xml:space="preserve">imc Test &amp; Measurement (Berlin) manufactures innovative solutions for test and measurement in research, development, service and production. </w:t>
      </w:r>
      <w:r>
        <w:rPr>
          <w:lang w:val="en-US"/>
        </w:rPr>
        <w:br/>
      </w:r>
      <w:r w:rsidRPr="00BA2817">
        <w:rPr>
          <w:lang w:val="en-US"/>
        </w:rPr>
        <w:t>It caters to customers in automotive and mechanical engineering and in the railway, aerospace and energy industry worldwide. imc sensors, data acquisition systems and software as well as its integrated solutions enable its users to validate prototypes, optimize products, monitor processes and to gain insights from measurement data in mobile or in stationary applications.</w:t>
      </w:r>
      <w:r>
        <w:rPr>
          <w:lang w:val="en-US"/>
        </w:rPr>
        <w:br/>
      </w:r>
      <w:r w:rsidRPr="00BA2817">
        <w:rPr>
          <w:lang w:val="en-US"/>
        </w:rPr>
        <w:t>imc Test &amp; Measurement is part of Axiometrix Solutions, a leading test solutions provider comprised of globally-recognized measurement brands, including Audio Precision and GRAS Sound &amp; Vibration.</w:t>
      </w:r>
    </w:p>
    <w:sectPr w:rsidR="00EA4CD0" w:rsidRPr="004B02D6" w:rsidSect="00C6592A">
      <w:headerReference w:type="even" r:id="rId14"/>
      <w:headerReference w:type="default" r:id="rId15"/>
      <w:footerReference w:type="even" r:id="rId16"/>
      <w:footerReference w:type="default" r:id="rId17"/>
      <w:headerReference w:type="first" r:id="rId18"/>
      <w:footerReference w:type="first" r:id="rId19"/>
      <w:pgSz w:w="11900" w:h="16840" w:code="9"/>
      <w:pgMar w:top="2836" w:right="737" w:bottom="340" w:left="1418" w:header="709" w:footer="39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113A1" w14:textId="77777777" w:rsidR="00AC7B71" w:rsidRDefault="00AC7B71">
      <w:r>
        <w:separator/>
      </w:r>
    </w:p>
  </w:endnote>
  <w:endnote w:type="continuationSeparator" w:id="0">
    <w:p w14:paraId="45EF2D5A" w14:textId="77777777" w:rsidR="00AC7B71" w:rsidRDefault="00AC7B71">
      <w:r>
        <w:continuationSeparator/>
      </w:r>
    </w:p>
  </w:endnote>
  <w:endnote w:type="continuationNotice" w:id="1">
    <w:p w14:paraId="7147F756" w14:textId="77777777" w:rsidR="00F9413B" w:rsidRDefault="00F941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Rubik SemiBold">
    <w:panose1 w:val="00000000000000000000"/>
    <w:charset w:val="00"/>
    <w:family w:val="auto"/>
    <w:pitch w:val="variable"/>
    <w:sig w:usb0="A0000A6F" w:usb1="4000205B" w:usb2="00000000" w:usb3="00000000" w:csb0="000000B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65927" w14:textId="77777777" w:rsidR="00F602C2" w:rsidRDefault="00F602C2" w:rsidP="00F602C2">
    <w:pPr>
      <w:pStyle w:val="Fuzeile"/>
      <w:framePr w:wrap="around" w:vAnchor="text" w:hAnchor="margin" w:xAlign="center" w:y="1"/>
      <w:rPr>
        <w:rStyle w:val="Seitenzahl"/>
      </w:rPr>
    </w:pPr>
    <w:r>
      <w:rPr>
        <w:rStyle w:val="Seitenzahl"/>
      </w:rPr>
      <w:fldChar w:fldCharType="begin"/>
    </w:r>
    <w:r w:rsidR="001A5F74">
      <w:rPr>
        <w:rStyle w:val="Seitenzahl"/>
      </w:rPr>
      <w:instrText>PAGE</w:instrText>
    </w:r>
    <w:r>
      <w:rPr>
        <w:rStyle w:val="Seitenzahl"/>
      </w:rPr>
      <w:instrText xml:space="preserve">  </w:instrText>
    </w:r>
    <w:r>
      <w:rPr>
        <w:rStyle w:val="Seitenzahl"/>
      </w:rPr>
      <w:fldChar w:fldCharType="end"/>
    </w:r>
  </w:p>
  <w:p w14:paraId="4846EA76" w14:textId="77777777" w:rsidR="00F602C2" w:rsidRDefault="00F602C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131C0" w14:textId="2D58C535" w:rsidR="007944CA" w:rsidRPr="007944CA" w:rsidRDefault="008D0AC0" w:rsidP="006D3415">
    <w:pPr>
      <w:pStyle w:val="Fuzeile"/>
      <w:jc w:val="center"/>
      <w:rPr>
        <w:rFonts w:asciiTheme="minorHAnsi" w:hAnsiTheme="minorHAnsi" w:cstheme="minorHAnsi"/>
        <w:color w:val="5A5A5A"/>
        <w:sz w:val="14"/>
        <w:szCs w:val="14"/>
        <w:lang w:val="en-US"/>
      </w:rPr>
    </w:pPr>
    <w:r w:rsidRPr="007944CA">
      <w:rPr>
        <w:rFonts w:asciiTheme="majorHAnsi" w:hAnsiTheme="majorHAnsi" w:cstheme="majorHAnsi"/>
        <w:sz w:val="14"/>
        <w:szCs w:val="14"/>
        <w:lang w:val="en-US"/>
      </w:rPr>
      <w:t xml:space="preserve">Reference No.: </w:t>
    </w:r>
    <w:r w:rsidR="007944CA" w:rsidRPr="007944CA">
      <w:rPr>
        <w:rFonts w:asciiTheme="majorHAnsi" w:hAnsiTheme="majorHAnsi" w:cstheme="majorHAnsi"/>
        <w:sz w:val="14"/>
        <w:szCs w:val="14"/>
        <w:lang w:val="en-US"/>
      </w:rPr>
      <w:t>PR-IMC-22-05-FAMOS-2022-</w:t>
    </w:r>
    <w:r w:rsidR="007944CA" w:rsidRPr="007944CA">
      <w:rPr>
        <w:rFonts w:asciiTheme="majorHAnsi" w:hAnsiTheme="majorHAnsi" w:cstheme="majorHAnsi"/>
        <w:sz w:val="14"/>
        <w:szCs w:val="14"/>
        <w:lang w:val="en-US"/>
      </w:rPr>
      <w:t>E</w:t>
    </w:r>
    <w:r w:rsidR="007944CA">
      <w:rPr>
        <w:rFonts w:asciiTheme="majorHAnsi" w:hAnsiTheme="majorHAnsi" w:cstheme="majorHAnsi"/>
        <w:sz w:val="14"/>
        <w:szCs w:val="14"/>
        <w:lang w:val="en-US"/>
      </w:rPr>
      <w:t>N</w:t>
    </w:r>
  </w:p>
  <w:p w14:paraId="718D8DD1" w14:textId="375D4A1E" w:rsidR="00253529" w:rsidRPr="00F133C3" w:rsidRDefault="00253529" w:rsidP="006D3415">
    <w:pPr>
      <w:pStyle w:val="Fuzeile"/>
      <w:jc w:val="center"/>
      <w:rPr>
        <w:rFonts w:asciiTheme="minorHAnsi" w:hAnsiTheme="minorHAnsi" w:cstheme="minorHAnsi"/>
        <w:color w:val="5A5A5A"/>
        <w:sz w:val="14"/>
        <w:szCs w:val="14"/>
      </w:rPr>
    </w:pPr>
    <w:r w:rsidRPr="00F133C3">
      <w:rPr>
        <w:rFonts w:asciiTheme="minorHAnsi" w:hAnsiTheme="minorHAnsi" w:cstheme="minorHAnsi"/>
        <w:color w:val="5A5A5A"/>
        <w:sz w:val="14"/>
        <w:szCs w:val="14"/>
        <w:lang w:val="de-DE"/>
      </w:rPr>
      <w:t xml:space="preserve">Sitz: Berlin · </w:t>
    </w:r>
    <w:r w:rsidR="002B6481" w:rsidRPr="00F133C3">
      <w:rPr>
        <w:rFonts w:asciiTheme="minorHAnsi" w:hAnsiTheme="minorHAnsi" w:cstheme="minorHAnsi"/>
        <w:color w:val="5A5A5A"/>
        <w:sz w:val="14"/>
        <w:szCs w:val="14"/>
        <w:lang w:val="de-DE"/>
      </w:rPr>
      <w:t>R</w:t>
    </w:r>
    <w:r w:rsidRPr="00F133C3">
      <w:rPr>
        <w:rFonts w:asciiTheme="minorHAnsi" w:hAnsiTheme="minorHAnsi" w:cstheme="minorHAnsi"/>
        <w:color w:val="5A5A5A"/>
        <w:sz w:val="14"/>
        <w:szCs w:val="14"/>
        <w:lang w:val="de-DE"/>
      </w:rPr>
      <w:t>egister</w:t>
    </w:r>
    <w:r w:rsidR="002B6481" w:rsidRPr="00F133C3">
      <w:rPr>
        <w:rFonts w:asciiTheme="minorHAnsi" w:hAnsiTheme="minorHAnsi" w:cstheme="minorHAnsi"/>
        <w:color w:val="5A5A5A"/>
        <w:sz w:val="14"/>
        <w:szCs w:val="14"/>
        <w:lang w:val="de-DE"/>
      </w:rPr>
      <w:t>gericht</w:t>
    </w:r>
    <w:r w:rsidRPr="00F133C3">
      <w:rPr>
        <w:rFonts w:asciiTheme="minorHAnsi" w:hAnsiTheme="minorHAnsi" w:cstheme="minorHAnsi"/>
        <w:color w:val="5A5A5A"/>
        <w:sz w:val="14"/>
        <w:szCs w:val="14"/>
        <w:lang w:val="de-DE"/>
      </w:rPr>
      <w:t>: Berlin Charlottenburg · HRB28778</w:t>
    </w:r>
    <w:r w:rsidR="008A5530" w:rsidRPr="00F133C3">
      <w:rPr>
        <w:rFonts w:asciiTheme="minorHAnsi" w:hAnsiTheme="minorHAnsi" w:cstheme="minorHAnsi"/>
        <w:color w:val="5A5A5A"/>
        <w:sz w:val="14"/>
        <w:szCs w:val="14"/>
        <w:lang w:val="de-DE"/>
      </w:rPr>
      <w:t xml:space="preserve"> · Geschäftsführer: Kai Gilbert, Michael John Flaherty</w:t>
    </w:r>
  </w:p>
  <w:p w14:paraId="684F9CDB" w14:textId="0E3D91D9" w:rsidR="00253529" w:rsidRPr="00F133C3" w:rsidRDefault="008A5530" w:rsidP="008A5530">
    <w:pPr>
      <w:pStyle w:val="Fuzeile"/>
      <w:jc w:val="center"/>
      <w:rPr>
        <w:rFonts w:asciiTheme="minorHAnsi" w:hAnsiTheme="minorHAnsi" w:cstheme="minorHAnsi"/>
        <w:color w:val="5A5A5A"/>
        <w:sz w:val="14"/>
        <w:szCs w:val="14"/>
        <w:lang w:val="de-DE"/>
      </w:rPr>
    </w:pPr>
    <w:r w:rsidRPr="00F133C3">
      <w:rPr>
        <w:rFonts w:asciiTheme="minorHAnsi" w:hAnsiTheme="minorHAnsi" w:cstheme="minorHAnsi"/>
        <w:color w:val="5A5A5A"/>
        <w:sz w:val="14"/>
        <w:szCs w:val="14"/>
        <w:lang w:val="de-DE"/>
      </w:rPr>
      <w:br/>
    </w:r>
    <w:r w:rsidRPr="00F133C3">
      <w:rPr>
        <w:noProof/>
        <w:sz w:val="22"/>
        <w:szCs w:val="22"/>
      </w:rPr>
      <w:drawing>
        <wp:inline distT="0" distB="0" distL="0" distR="0" wp14:anchorId="1CAFB668" wp14:editId="1BF56204">
          <wp:extent cx="2935605" cy="497840"/>
          <wp:effectExtent l="0" t="0" r="0" b="0"/>
          <wp:docPr id="271" name="Grafik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2935605" cy="49784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50AD4" w14:textId="77777777" w:rsidR="004E7265" w:rsidRDefault="00B874C0" w:rsidP="00B82E14">
    <w:pPr>
      <w:pStyle w:val="Fuzeile"/>
      <w:rPr>
        <w:rFonts w:asciiTheme="minorHAnsi" w:hAnsiTheme="minorHAnsi" w:cstheme="minorHAnsi"/>
        <w:color w:val="5A5A5A"/>
        <w:sz w:val="16"/>
        <w:szCs w:val="16"/>
        <w:lang w:val="de-DE"/>
      </w:rPr>
    </w:pPr>
    <w:r>
      <w:rPr>
        <w:noProof/>
      </w:rPr>
      <w:drawing>
        <wp:anchor distT="0" distB="0" distL="114300" distR="114300" simplePos="0" relativeHeight="251658243" behindDoc="0" locked="0" layoutInCell="1" allowOverlap="1" wp14:anchorId="1C46B9A8" wp14:editId="604D32E1">
          <wp:simplePos x="0" y="0"/>
          <wp:positionH relativeFrom="column">
            <wp:posOffset>3223895</wp:posOffset>
          </wp:positionH>
          <wp:positionV relativeFrom="paragraph">
            <wp:posOffset>117475</wp:posOffset>
          </wp:positionV>
          <wp:extent cx="2935605" cy="497840"/>
          <wp:effectExtent l="0" t="0" r="0" b="0"/>
          <wp:wrapSquare wrapText="bothSides"/>
          <wp:docPr id="273" name="Grafik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2935605" cy="497840"/>
                  </a:xfrm>
                  <a:prstGeom prst="rect">
                    <a:avLst/>
                  </a:prstGeom>
                </pic:spPr>
              </pic:pic>
            </a:graphicData>
          </a:graphic>
        </wp:anchor>
      </w:drawing>
    </w:r>
  </w:p>
  <w:p w14:paraId="762D122C" w14:textId="77777777" w:rsidR="00B874C0" w:rsidRPr="00EA427A" w:rsidRDefault="00B874C0" w:rsidP="00B874C0">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 xml:space="preserve">Geschäftsführer: Kai Gilbert, Michael John Flaherty </w:t>
    </w:r>
    <w:r>
      <w:rPr>
        <w:rFonts w:asciiTheme="minorHAnsi" w:hAnsiTheme="minorHAnsi" w:cstheme="minorHAnsi"/>
        <w:color w:val="5A5A5A"/>
        <w:sz w:val="16"/>
        <w:szCs w:val="16"/>
        <w:lang w:val="de-DE"/>
      </w:rPr>
      <w:br/>
    </w:r>
    <w:r w:rsidRPr="00EA427A">
      <w:rPr>
        <w:rFonts w:asciiTheme="minorHAnsi" w:hAnsiTheme="minorHAnsi" w:cstheme="minorHAnsi"/>
        <w:color w:val="5A5A5A"/>
        <w:sz w:val="16"/>
        <w:szCs w:val="16"/>
        <w:lang w:val="de-DE"/>
      </w:rPr>
      <w:t xml:space="preserve">Sitz: Berlin · </w:t>
    </w:r>
    <w:r w:rsidR="0004423E">
      <w:rPr>
        <w:rFonts w:asciiTheme="minorHAnsi" w:hAnsiTheme="minorHAnsi" w:cstheme="minorHAnsi"/>
        <w:color w:val="5A5A5A"/>
        <w:sz w:val="16"/>
        <w:szCs w:val="16"/>
        <w:lang w:val="de-DE"/>
      </w:rPr>
      <w:t>R</w:t>
    </w:r>
    <w:r w:rsidRPr="00EA427A">
      <w:rPr>
        <w:rFonts w:asciiTheme="minorHAnsi" w:hAnsiTheme="minorHAnsi" w:cstheme="minorHAnsi"/>
        <w:color w:val="5A5A5A"/>
        <w:sz w:val="16"/>
        <w:szCs w:val="16"/>
        <w:lang w:val="de-DE"/>
      </w:rPr>
      <w:t>egister</w:t>
    </w:r>
    <w:r w:rsidR="0004423E">
      <w:rPr>
        <w:rFonts w:asciiTheme="minorHAnsi" w:hAnsiTheme="minorHAnsi" w:cstheme="minorHAnsi"/>
        <w:color w:val="5A5A5A"/>
        <w:sz w:val="16"/>
        <w:szCs w:val="16"/>
        <w:lang w:val="de-DE"/>
      </w:rPr>
      <w:t>gericht</w:t>
    </w:r>
    <w:r w:rsidRPr="00EA427A">
      <w:rPr>
        <w:rFonts w:asciiTheme="minorHAnsi" w:hAnsiTheme="minorHAnsi" w:cstheme="minorHAnsi"/>
        <w:color w:val="5A5A5A"/>
        <w:sz w:val="16"/>
        <w:szCs w:val="16"/>
        <w:lang w:val="de-DE"/>
      </w:rPr>
      <w:t xml:space="preserve">: Berlin Charlottenburg · HRB28778 </w:t>
    </w:r>
  </w:p>
  <w:p w14:paraId="3A1F13CD" w14:textId="77777777" w:rsidR="0004423E" w:rsidRDefault="0004423E" w:rsidP="00B874C0">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 xml:space="preserve">Ust.-ID-Nr.: DE136567627 ·DUNS-Nr.: 324230762 · </w:t>
    </w:r>
    <w:r>
      <w:rPr>
        <w:rFonts w:asciiTheme="minorHAnsi" w:hAnsiTheme="minorHAnsi" w:cstheme="minorHAnsi"/>
        <w:color w:val="5A5A5A"/>
        <w:sz w:val="16"/>
        <w:szCs w:val="16"/>
        <w:lang w:val="de-DE"/>
      </w:rPr>
      <w:br/>
    </w:r>
    <w:r w:rsidRPr="00EA427A">
      <w:rPr>
        <w:rFonts w:asciiTheme="minorHAnsi" w:hAnsiTheme="minorHAnsi" w:cstheme="minorHAnsi"/>
        <w:color w:val="5A5A5A"/>
        <w:sz w:val="16"/>
        <w:szCs w:val="16"/>
        <w:lang w:val="de-DE"/>
      </w:rPr>
      <w:t>Steuer-Nr.: 30/358/35725 · WEEE Reg. #DE43368136</w:t>
    </w:r>
  </w:p>
  <w:p w14:paraId="55477604" w14:textId="77777777" w:rsidR="0004423E" w:rsidRDefault="0004423E" w:rsidP="00B874C0">
    <w:pPr>
      <w:pStyle w:val="Fuzeile"/>
      <w:rPr>
        <w:rFonts w:asciiTheme="minorHAnsi" w:hAnsiTheme="minorHAnsi" w:cstheme="minorHAnsi"/>
        <w:color w:val="5A5A5A"/>
        <w:sz w:val="16"/>
        <w:szCs w:val="16"/>
        <w:lang w:val="de-DE"/>
      </w:rPr>
    </w:pPr>
  </w:p>
  <w:p w14:paraId="3187496D" w14:textId="77777777" w:rsidR="00B874C0" w:rsidRPr="00EA427A" w:rsidRDefault="00B874C0" w:rsidP="00B874C0">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Commerzbank AG · IBAN: DE32 1008 0000 0951 3048 00 · Swift/BIC: DRESDEFF100</w:t>
    </w:r>
    <w:r w:rsidR="0004423E">
      <w:rPr>
        <w:rFonts w:asciiTheme="minorHAnsi" w:hAnsiTheme="minorHAnsi" w:cstheme="minorHAnsi"/>
        <w:color w:val="5A5A5A"/>
        <w:sz w:val="16"/>
        <w:szCs w:val="16"/>
        <w:lang w:val="de-DE"/>
      </w:rPr>
      <w:br/>
    </w:r>
    <w:r w:rsidRPr="00EA427A">
      <w:rPr>
        <w:rFonts w:asciiTheme="minorHAnsi" w:hAnsiTheme="minorHAnsi" w:cstheme="minorHAnsi"/>
        <w:color w:val="5A5A5A"/>
        <w:sz w:val="16"/>
        <w:szCs w:val="16"/>
        <w:lang w:val="de-DE"/>
      </w:rPr>
      <w:t>Deutsche Bank AG · IBAN: DE33 1007 0000 0875 6686 00 · Swift/BIC: DEUTDEBBXXX</w:t>
    </w:r>
  </w:p>
  <w:p w14:paraId="2E18A980" w14:textId="77777777" w:rsidR="00CF7297" w:rsidRPr="00EA427A" w:rsidRDefault="00B874C0" w:rsidP="0004423E">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Frankfurter Sparkasse · IBAN: DE18 5005 0201 0200 4987 20 · Swift/BIC: HELADEF1822</w:t>
    </w:r>
  </w:p>
  <w:p w14:paraId="032B513F" w14:textId="77777777" w:rsidR="00F602C2" w:rsidRPr="00055BDB" w:rsidRDefault="00F602C2">
    <w:pPr>
      <w:pStyle w:val="Fuzeile"/>
      <w:rPr>
        <w:rFonts w:asciiTheme="minorHAnsi" w:hAnsiTheme="minorHAnsi" w:cs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6F9FB" w14:textId="77777777" w:rsidR="00AC7B71" w:rsidRDefault="00AC7B71">
      <w:bookmarkStart w:id="0" w:name="_Hlk106183952"/>
      <w:bookmarkEnd w:id="0"/>
      <w:r>
        <w:separator/>
      </w:r>
    </w:p>
  </w:footnote>
  <w:footnote w:type="continuationSeparator" w:id="0">
    <w:p w14:paraId="1CD7EC18" w14:textId="77777777" w:rsidR="00AC7B71" w:rsidRDefault="00AC7B71">
      <w:r>
        <w:continuationSeparator/>
      </w:r>
    </w:p>
  </w:footnote>
  <w:footnote w:type="continuationNotice" w:id="1">
    <w:p w14:paraId="480258D0" w14:textId="77777777" w:rsidR="00F9413B" w:rsidRDefault="00F9413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8E590" w14:textId="77777777" w:rsidR="007944CA" w:rsidRDefault="007944C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A3D4F" w14:textId="77777777" w:rsidR="00F602C2" w:rsidRDefault="00C6592A" w:rsidP="00F602C2">
    <w:pPr>
      <w:pStyle w:val="Kopfzeile"/>
    </w:pPr>
    <w:r>
      <w:rPr>
        <w:rFonts w:asciiTheme="minorHAnsi" w:hAnsiTheme="minorHAnsi" w:cstheme="minorHAnsi"/>
        <w:noProof/>
        <w:color w:val="004687"/>
        <w:sz w:val="16"/>
        <w:szCs w:val="16"/>
      </w:rPr>
      <w:drawing>
        <wp:anchor distT="0" distB="0" distL="114300" distR="114300" simplePos="0" relativeHeight="251658240" behindDoc="0" locked="0" layoutInCell="1" allowOverlap="1" wp14:anchorId="315DF144" wp14:editId="7BFD90A5">
          <wp:simplePos x="0" y="0"/>
          <wp:positionH relativeFrom="column">
            <wp:posOffset>-914400</wp:posOffset>
          </wp:positionH>
          <wp:positionV relativeFrom="paragraph">
            <wp:posOffset>-438785</wp:posOffset>
          </wp:positionV>
          <wp:extent cx="7560000" cy="1488059"/>
          <wp:effectExtent l="0" t="0" r="3175" b="0"/>
          <wp:wrapSquare wrapText="bothSides"/>
          <wp:docPr id="270" name="Grafik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a:stretch>
                    <a:fillRect/>
                  </a:stretch>
                </pic:blipFill>
                <pic:spPr>
                  <a:xfrm>
                    <a:off x="0" y="0"/>
                    <a:ext cx="7560000" cy="1488059"/>
                  </a:xfrm>
                  <a:prstGeom prst="rect">
                    <a:avLst/>
                  </a:prstGeom>
                </pic:spPr>
              </pic:pic>
            </a:graphicData>
          </a:graphic>
          <wp14:sizeRelH relativeFrom="page">
            <wp14:pctWidth>0</wp14:pctWidth>
          </wp14:sizeRelH>
          <wp14:sizeRelV relativeFrom="page">
            <wp14:pctHeight>0</wp14:pctHeight>
          </wp14:sizeRelV>
        </wp:anchor>
      </w:drawing>
    </w:r>
    <w:r w:rsidR="00485092" w:rsidRPr="002634DC">
      <w:rPr>
        <w:rFonts w:asciiTheme="minorHAnsi" w:hAnsiTheme="minorHAnsi" w:cstheme="minorHAnsi"/>
        <w:noProof/>
        <w:color w:val="004687"/>
        <w:sz w:val="16"/>
        <w:szCs w:val="16"/>
      </w:rPr>
      <mc:AlternateContent>
        <mc:Choice Requires="wps">
          <w:drawing>
            <wp:anchor distT="0" distB="0" distL="114300" distR="114300" simplePos="0" relativeHeight="251658244" behindDoc="0" locked="0" layoutInCell="1" allowOverlap="1" wp14:anchorId="49A30D11" wp14:editId="0F391A39">
              <wp:simplePos x="0" y="0"/>
              <wp:positionH relativeFrom="column">
                <wp:posOffset>3633470</wp:posOffset>
              </wp:positionH>
              <wp:positionV relativeFrom="paragraph">
                <wp:posOffset>-221615</wp:posOffset>
              </wp:positionV>
              <wp:extent cx="2619375" cy="1209675"/>
              <wp:effectExtent l="0" t="0" r="0" b="0"/>
              <wp:wrapNone/>
              <wp:docPr id="11" name="Textfeld 11"/>
              <wp:cNvGraphicFramePr/>
              <a:graphic xmlns:a="http://schemas.openxmlformats.org/drawingml/2006/main">
                <a:graphicData uri="http://schemas.microsoft.com/office/word/2010/wordprocessingShape">
                  <wps:wsp>
                    <wps:cNvSpPr txBox="1"/>
                    <wps:spPr>
                      <a:xfrm>
                        <a:off x="0" y="0"/>
                        <a:ext cx="2619375" cy="1209675"/>
                      </a:xfrm>
                      <a:prstGeom prst="rect">
                        <a:avLst/>
                      </a:prstGeom>
                      <a:noFill/>
                      <a:ln w="6350">
                        <a:noFill/>
                      </a:ln>
                    </wps:spPr>
                    <wps:txbx>
                      <w:txbxContent>
                        <w:p w14:paraId="0CA5BB35" w14:textId="77777777" w:rsidR="00485092" w:rsidRPr="00485092" w:rsidRDefault="0004423E" w:rsidP="00485092">
                          <w:pPr>
                            <w:spacing w:before="80"/>
                            <w:suppressOverlap/>
                            <w:jc w:val="right"/>
                            <w:rPr>
                              <w:rFonts w:cstheme="minorHAnsi"/>
                              <w:sz w:val="17"/>
                              <w:szCs w:val="17"/>
                            </w:rPr>
                          </w:pPr>
                          <w:r w:rsidRPr="00485092">
                            <w:rPr>
                              <w:rFonts w:cstheme="minorHAnsi"/>
                              <w:b/>
                              <w:sz w:val="17"/>
                              <w:szCs w:val="17"/>
                              <w:lang w:val="en-US"/>
                            </w:rPr>
                            <w:t>imc Test &amp; Measurement GmbH</w:t>
                          </w:r>
                          <w:r w:rsidRPr="00485092">
                            <w:rPr>
                              <w:rFonts w:cstheme="minorHAnsi"/>
                              <w:b/>
                              <w:sz w:val="17"/>
                              <w:szCs w:val="17"/>
                              <w:lang w:val="en-US"/>
                            </w:rPr>
                            <w:br/>
                          </w:r>
                          <w:r w:rsidRPr="00485092">
                            <w:rPr>
                              <w:rFonts w:cstheme="minorHAnsi"/>
                              <w:sz w:val="17"/>
                              <w:szCs w:val="17"/>
                              <w:lang w:val="en-US"/>
                            </w:rPr>
                            <w:t>Voltastr</w:t>
                          </w:r>
                          <w:r w:rsidR="00130FEF">
                            <w:rPr>
                              <w:rFonts w:cstheme="minorHAnsi"/>
                              <w:sz w:val="17"/>
                              <w:szCs w:val="17"/>
                              <w:lang w:val="en-US"/>
                            </w:rPr>
                            <w:t>.</w:t>
                          </w:r>
                          <w:r w:rsidRPr="00485092">
                            <w:rPr>
                              <w:rFonts w:cstheme="minorHAnsi"/>
                              <w:sz w:val="17"/>
                              <w:szCs w:val="17"/>
                              <w:lang w:val="en-US"/>
                            </w:rPr>
                            <w:t xml:space="preserve"> </w:t>
                          </w:r>
                          <w:r w:rsidRPr="00AC7B71">
                            <w:rPr>
                              <w:rFonts w:cstheme="minorHAnsi"/>
                              <w:sz w:val="17"/>
                              <w:szCs w:val="17"/>
                            </w:rPr>
                            <w:t>5</w:t>
                          </w:r>
                          <w:r w:rsidRPr="00485092">
                            <w:rPr>
                              <w:rFonts w:cstheme="minorHAnsi"/>
                              <w:sz w:val="17"/>
                              <w:szCs w:val="17"/>
                            </w:rPr>
                            <w:br/>
                            <w:t>D-13355 Berlin</w:t>
                          </w:r>
                        </w:p>
                        <w:p w14:paraId="4D0B8F15" w14:textId="77777777" w:rsidR="00485092" w:rsidRPr="00AC7B71" w:rsidRDefault="0004423E" w:rsidP="00485092">
                          <w:pPr>
                            <w:spacing w:before="80"/>
                            <w:suppressOverlap/>
                            <w:jc w:val="right"/>
                            <w:rPr>
                              <w:rFonts w:cstheme="minorHAnsi"/>
                              <w:sz w:val="17"/>
                              <w:szCs w:val="17"/>
                            </w:rPr>
                          </w:pPr>
                          <w:r w:rsidRPr="00AC7B71">
                            <w:rPr>
                              <w:rFonts w:cstheme="minorHAnsi"/>
                              <w:sz w:val="17"/>
                              <w:szCs w:val="17"/>
                            </w:rPr>
                            <w:t xml:space="preserve">Tel.: +49 (0)30 467 090 </w:t>
                          </w:r>
                          <w:r w:rsidR="00485092" w:rsidRPr="00AC7B71">
                            <w:rPr>
                              <w:rFonts w:cstheme="minorHAnsi"/>
                              <w:sz w:val="17"/>
                              <w:szCs w:val="17"/>
                            </w:rPr>
                            <w:t>–</w:t>
                          </w:r>
                          <w:r w:rsidRPr="00AC7B71">
                            <w:rPr>
                              <w:rFonts w:cstheme="minorHAnsi"/>
                              <w:sz w:val="17"/>
                              <w:szCs w:val="17"/>
                            </w:rPr>
                            <w:t xml:space="preserve"> 0</w:t>
                          </w:r>
                          <w:r w:rsidR="00485092" w:rsidRPr="00AC7B71">
                            <w:rPr>
                              <w:rFonts w:cstheme="minorHAnsi"/>
                              <w:sz w:val="17"/>
                              <w:szCs w:val="17"/>
                            </w:rPr>
                            <w:br/>
                          </w:r>
                          <w:r w:rsidRPr="00AC7B71">
                            <w:rPr>
                              <w:rFonts w:cstheme="minorHAnsi"/>
                              <w:sz w:val="17"/>
                              <w:szCs w:val="17"/>
                            </w:rPr>
                            <w:t>Fax: +49 (0)30 463 15 76</w:t>
                          </w:r>
                        </w:p>
                        <w:p w14:paraId="6FE32523" w14:textId="0813A862" w:rsidR="002F4B29" w:rsidRDefault="002F4B29" w:rsidP="00485092">
                          <w:pPr>
                            <w:spacing w:before="80"/>
                            <w:suppressOverlap/>
                            <w:jc w:val="right"/>
                            <w:rPr>
                              <w:rFonts w:cstheme="minorHAnsi"/>
                              <w:sz w:val="17"/>
                              <w:szCs w:val="17"/>
                            </w:rPr>
                          </w:pPr>
                          <w:r w:rsidRPr="002F4B29">
                            <w:rPr>
                              <w:rFonts w:cstheme="minorHAnsi"/>
                              <w:sz w:val="17"/>
                              <w:szCs w:val="17"/>
                            </w:rPr>
                            <w:t>info@imc-tm.com</w:t>
                          </w:r>
                        </w:p>
                        <w:p w14:paraId="4F7D069F" w14:textId="4BD2C52D" w:rsidR="0004423E" w:rsidRPr="00AC7B71" w:rsidRDefault="0004423E" w:rsidP="00485092">
                          <w:pPr>
                            <w:spacing w:before="80"/>
                            <w:suppressOverlap/>
                            <w:jc w:val="right"/>
                            <w:rPr>
                              <w:rFonts w:cstheme="minorHAnsi"/>
                              <w:sz w:val="17"/>
                              <w:szCs w:val="17"/>
                            </w:rPr>
                          </w:pPr>
                          <w:r w:rsidRPr="00AC7B71">
                            <w:rPr>
                              <w:rFonts w:cstheme="minorHAnsi"/>
                              <w:sz w:val="17"/>
                              <w:szCs w:val="17"/>
                            </w:rPr>
                            <w:br/>
                          </w:r>
                          <w:r w:rsidRPr="00AC7B71">
                            <w:rPr>
                              <w:rFonts w:cstheme="minorHAnsi"/>
                              <w:b/>
                              <w:bCs/>
                              <w:sz w:val="17"/>
                              <w:szCs w:val="17"/>
                            </w:rPr>
                            <w:t>www.imc-tm.de</w:t>
                          </w:r>
                        </w:p>
                        <w:p w14:paraId="0A73F47B" w14:textId="77777777" w:rsidR="0004423E" w:rsidRPr="00AC7B71" w:rsidRDefault="0004423E" w:rsidP="0004423E">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A30D11" id="_x0000_t202" coordsize="21600,21600" o:spt="202" path="m,l,21600r21600,l21600,xe">
              <v:stroke joinstyle="miter"/>
              <v:path gradientshapeok="t" o:connecttype="rect"/>
            </v:shapetype>
            <v:shape id="Textfeld 11" o:spid="_x0000_s1026" type="#_x0000_t202" style="position:absolute;margin-left:286.1pt;margin-top:-17.45pt;width:206.25pt;height:95.2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" filled="f" stroked="f" strokeweight=".5pt">
              <v:textbox>
                <w:txbxContent>
                  <w:p w14:paraId="0CA5BB35" w14:textId="77777777" w:rsidR="00485092" w:rsidRPr="00485092" w:rsidRDefault="0004423E" w:rsidP="00485092">
                    <w:pPr>
                      <w:spacing w:before="80"/>
                      <w:suppressOverlap/>
                      <w:jc w:val="right"/>
                      <w:rPr>
                        <w:rFonts w:cstheme="minorHAnsi"/>
                        <w:sz w:val="17"/>
                        <w:szCs w:val="17"/>
                      </w:rPr>
                    </w:pPr>
                    <w:proofErr w:type="spellStart"/>
                    <w:r w:rsidRPr="00485092">
                      <w:rPr>
                        <w:rFonts w:cstheme="minorHAnsi"/>
                        <w:b/>
                        <w:sz w:val="17"/>
                        <w:szCs w:val="17"/>
                        <w:lang w:val="en-US"/>
                      </w:rPr>
                      <w:t>imc</w:t>
                    </w:r>
                    <w:proofErr w:type="spellEnd"/>
                    <w:r w:rsidRPr="00485092">
                      <w:rPr>
                        <w:rFonts w:cstheme="minorHAnsi"/>
                        <w:b/>
                        <w:sz w:val="17"/>
                        <w:szCs w:val="17"/>
                        <w:lang w:val="en-US"/>
                      </w:rPr>
                      <w:t xml:space="preserve"> Test &amp; Measurement GmbH</w:t>
                    </w:r>
                    <w:r w:rsidRPr="00485092">
                      <w:rPr>
                        <w:rFonts w:cstheme="minorHAnsi"/>
                        <w:b/>
                        <w:sz w:val="17"/>
                        <w:szCs w:val="17"/>
                        <w:lang w:val="en-US"/>
                      </w:rPr>
                      <w:br/>
                    </w:r>
                    <w:proofErr w:type="spellStart"/>
                    <w:r w:rsidRPr="00485092">
                      <w:rPr>
                        <w:rFonts w:cstheme="minorHAnsi"/>
                        <w:sz w:val="17"/>
                        <w:szCs w:val="17"/>
                        <w:lang w:val="en-US"/>
                      </w:rPr>
                      <w:t>Voltastr</w:t>
                    </w:r>
                    <w:proofErr w:type="spellEnd"/>
                    <w:r w:rsidR="00130FEF">
                      <w:rPr>
                        <w:rFonts w:cstheme="minorHAnsi"/>
                        <w:sz w:val="17"/>
                        <w:szCs w:val="17"/>
                        <w:lang w:val="en-US"/>
                      </w:rPr>
                      <w:t>.</w:t>
                    </w:r>
                    <w:r w:rsidRPr="00485092">
                      <w:rPr>
                        <w:rFonts w:cstheme="minorHAnsi"/>
                        <w:sz w:val="17"/>
                        <w:szCs w:val="17"/>
                        <w:lang w:val="en-US"/>
                      </w:rPr>
                      <w:t xml:space="preserve"> </w:t>
                    </w:r>
                    <w:r w:rsidRPr="00AC7B71">
                      <w:rPr>
                        <w:rFonts w:cstheme="minorHAnsi"/>
                        <w:sz w:val="17"/>
                        <w:szCs w:val="17"/>
                      </w:rPr>
                      <w:t>5</w:t>
                    </w:r>
                    <w:r w:rsidRPr="00485092">
                      <w:rPr>
                        <w:rFonts w:cstheme="minorHAnsi"/>
                        <w:sz w:val="17"/>
                        <w:szCs w:val="17"/>
                      </w:rPr>
                      <w:br/>
                      <w:t>D-13355 Berlin</w:t>
                    </w:r>
                  </w:p>
                  <w:p w14:paraId="4D0B8F15" w14:textId="77777777" w:rsidR="00485092" w:rsidRPr="00AC7B71" w:rsidRDefault="0004423E" w:rsidP="00485092">
                    <w:pPr>
                      <w:spacing w:before="80"/>
                      <w:suppressOverlap/>
                      <w:jc w:val="right"/>
                      <w:rPr>
                        <w:rFonts w:cstheme="minorHAnsi"/>
                        <w:sz w:val="17"/>
                        <w:szCs w:val="17"/>
                      </w:rPr>
                    </w:pPr>
                    <w:r w:rsidRPr="00AC7B71">
                      <w:rPr>
                        <w:rFonts w:cstheme="minorHAnsi"/>
                        <w:sz w:val="17"/>
                        <w:szCs w:val="17"/>
                      </w:rPr>
                      <w:t xml:space="preserve">Tel.: +49 (0)30 467 090 </w:t>
                    </w:r>
                    <w:r w:rsidR="00485092" w:rsidRPr="00AC7B71">
                      <w:rPr>
                        <w:rFonts w:cstheme="minorHAnsi"/>
                        <w:sz w:val="17"/>
                        <w:szCs w:val="17"/>
                      </w:rPr>
                      <w:t>–</w:t>
                    </w:r>
                    <w:r w:rsidRPr="00AC7B71">
                      <w:rPr>
                        <w:rFonts w:cstheme="minorHAnsi"/>
                        <w:sz w:val="17"/>
                        <w:szCs w:val="17"/>
                      </w:rPr>
                      <w:t xml:space="preserve"> 0</w:t>
                    </w:r>
                    <w:r w:rsidR="00485092" w:rsidRPr="00AC7B71">
                      <w:rPr>
                        <w:rFonts w:cstheme="minorHAnsi"/>
                        <w:sz w:val="17"/>
                        <w:szCs w:val="17"/>
                      </w:rPr>
                      <w:br/>
                    </w:r>
                    <w:r w:rsidRPr="00AC7B71">
                      <w:rPr>
                        <w:rFonts w:cstheme="minorHAnsi"/>
                        <w:sz w:val="17"/>
                        <w:szCs w:val="17"/>
                      </w:rPr>
                      <w:t>Fax: +49 (0)30 463 15 76</w:t>
                    </w:r>
                  </w:p>
                  <w:p w14:paraId="6FE32523" w14:textId="0813A862" w:rsidR="002F4B29" w:rsidRDefault="002F4B29" w:rsidP="00485092">
                    <w:pPr>
                      <w:spacing w:before="80"/>
                      <w:suppressOverlap/>
                      <w:jc w:val="right"/>
                      <w:rPr>
                        <w:rFonts w:cstheme="minorHAnsi"/>
                        <w:sz w:val="17"/>
                        <w:szCs w:val="17"/>
                      </w:rPr>
                    </w:pPr>
                    <w:r w:rsidRPr="002F4B29">
                      <w:rPr>
                        <w:rFonts w:cstheme="minorHAnsi"/>
                        <w:sz w:val="17"/>
                        <w:szCs w:val="17"/>
                      </w:rPr>
                      <w:t>info@imc-tm.com</w:t>
                    </w:r>
                  </w:p>
                  <w:p w14:paraId="4F7D069F" w14:textId="4BD2C52D" w:rsidR="0004423E" w:rsidRPr="00AC7B71" w:rsidRDefault="0004423E" w:rsidP="00485092">
                    <w:pPr>
                      <w:spacing w:before="80"/>
                      <w:suppressOverlap/>
                      <w:jc w:val="right"/>
                      <w:rPr>
                        <w:rFonts w:cstheme="minorHAnsi"/>
                        <w:sz w:val="17"/>
                        <w:szCs w:val="17"/>
                      </w:rPr>
                    </w:pPr>
                    <w:r w:rsidRPr="00AC7B71">
                      <w:rPr>
                        <w:rFonts w:cstheme="minorHAnsi"/>
                        <w:sz w:val="17"/>
                        <w:szCs w:val="17"/>
                      </w:rPr>
                      <w:br/>
                    </w:r>
                    <w:r w:rsidRPr="00AC7B71">
                      <w:rPr>
                        <w:rFonts w:cstheme="minorHAnsi"/>
                        <w:b/>
                        <w:bCs/>
                        <w:sz w:val="17"/>
                        <w:szCs w:val="17"/>
                      </w:rPr>
                      <w:t>www.imc-tm.de</w:t>
                    </w:r>
                  </w:p>
                  <w:p w14:paraId="0A73F47B" w14:textId="77777777" w:rsidR="0004423E" w:rsidRPr="00AC7B71" w:rsidRDefault="0004423E" w:rsidP="0004423E">
                    <w:pPr>
                      <w:jc w:val="right"/>
                    </w:pP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1DC2D" w14:textId="77777777" w:rsidR="00F602C2" w:rsidRDefault="00F96BE8" w:rsidP="00F96BE8">
    <w:pPr>
      <w:pStyle w:val="Kopfzeile"/>
      <w:ind w:right="-121"/>
    </w:pPr>
    <w:r w:rsidRPr="002634DC">
      <w:rPr>
        <w:rFonts w:asciiTheme="minorHAnsi" w:hAnsiTheme="minorHAnsi" w:cstheme="minorHAnsi"/>
        <w:noProof/>
        <w:color w:val="004687"/>
        <w:sz w:val="16"/>
        <w:szCs w:val="16"/>
      </w:rPr>
      <mc:AlternateContent>
        <mc:Choice Requires="wps">
          <w:drawing>
            <wp:anchor distT="0" distB="0" distL="114300" distR="114300" simplePos="0" relativeHeight="251658242" behindDoc="0" locked="0" layoutInCell="1" allowOverlap="1" wp14:anchorId="2FBDE9B4" wp14:editId="23BB655A">
              <wp:simplePos x="0" y="0"/>
              <wp:positionH relativeFrom="column">
                <wp:posOffset>3633470</wp:posOffset>
              </wp:positionH>
              <wp:positionV relativeFrom="paragraph">
                <wp:posOffset>-316865</wp:posOffset>
              </wp:positionV>
              <wp:extent cx="2619375" cy="1266825"/>
              <wp:effectExtent l="0" t="0" r="0" b="0"/>
              <wp:wrapNone/>
              <wp:docPr id="1" name="Textfeld 1"/>
              <wp:cNvGraphicFramePr/>
              <a:graphic xmlns:a="http://schemas.openxmlformats.org/drawingml/2006/main">
                <a:graphicData uri="http://schemas.microsoft.com/office/word/2010/wordprocessingShape">
                  <wps:wsp>
                    <wps:cNvSpPr txBox="1"/>
                    <wps:spPr>
                      <a:xfrm>
                        <a:off x="0" y="0"/>
                        <a:ext cx="2619375" cy="1266825"/>
                      </a:xfrm>
                      <a:prstGeom prst="rect">
                        <a:avLst/>
                      </a:prstGeom>
                      <a:noFill/>
                      <a:ln w="6350">
                        <a:noFill/>
                      </a:ln>
                    </wps:spPr>
                    <wps:txbx>
                      <w:txbxContent>
                        <w:p w14:paraId="7123FE7C" w14:textId="77777777" w:rsidR="00F96BE8" w:rsidRDefault="00F96BE8" w:rsidP="00F96BE8">
                          <w:pPr>
                            <w:suppressOverlap/>
                            <w:jc w:val="right"/>
                            <w:rPr>
                              <w:rFonts w:cstheme="minorHAnsi"/>
                              <w:sz w:val="14"/>
                              <w:szCs w:val="14"/>
                            </w:rPr>
                          </w:pPr>
                          <w:r w:rsidRPr="00F96BE8">
                            <w:rPr>
                              <w:rFonts w:cstheme="minorHAnsi"/>
                              <w:b/>
                              <w:sz w:val="18"/>
                              <w:szCs w:val="18"/>
                              <w:lang w:val="en-US"/>
                            </w:rPr>
                            <w:t>imc Test &amp; Measurement GmbH</w:t>
                          </w:r>
                          <w:r w:rsidRPr="00F96BE8">
                            <w:rPr>
                              <w:rFonts w:cstheme="minorHAnsi"/>
                              <w:b/>
                              <w:sz w:val="18"/>
                              <w:szCs w:val="18"/>
                              <w:lang w:val="en-US"/>
                            </w:rPr>
                            <w:br/>
                          </w:r>
                          <w:r w:rsidRPr="00F96BE8">
                            <w:rPr>
                              <w:rFonts w:cstheme="minorHAnsi"/>
                              <w:sz w:val="18"/>
                              <w:szCs w:val="18"/>
                              <w:lang w:val="en-US"/>
                            </w:rPr>
                            <w:t>Voltastraße 5</w:t>
                          </w:r>
                          <w:r w:rsidRPr="00F96BE8">
                            <w:rPr>
                              <w:rFonts w:cstheme="minorHAnsi"/>
                              <w:sz w:val="18"/>
                              <w:szCs w:val="18"/>
                            </w:rPr>
                            <w:br/>
                            <w:t>D-13355 Berlin</w:t>
                          </w:r>
                        </w:p>
                        <w:p w14:paraId="0CE6D8EE" w14:textId="77777777" w:rsidR="00F96BE8" w:rsidRPr="00F96BE8" w:rsidRDefault="00F96BE8" w:rsidP="00F96BE8">
                          <w:pPr>
                            <w:suppressOverlap/>
                            <w:jc w:val="right"/>
                            <w:rPr>
                              <w:rFonts w:cstheme="minorHAnsi"/>
                              <w:sz w:val="18"/>
                              <w:szCs w:val="18"/>
                              <w:lang w:val="en-US"/>
                            </w:rPr>
                          </w:pPr>
                          <w:r w:rsidRPr="00F96BE8">
                            <w:rPr>
                              <w:rFonts w:cstheme="minorHAnsi"/>
                              <w:sz w:val="12"/>
                              <w:szCs w:val="12"/>
                              <w:lang w:val="en-US"/>
                            </w:rPr>
                            <w:br/>
                          </w:r>
                          <w:r w:rsidRPr="00F96BE8">
                            <w:rPr>
                              <w:rFonts w:cstheme="minorHAnsi"/>
                              <w:sz w:val="18"/>
                              <w:szCs w:val="18"/>
                              <w:lang w:val="en-US"/>
                            </w:rPr>
                            <w:t>Tel.: +49 (0)30 467 090 - 0</w:t>
                          </w:r>
                          <w:r w:rsidRPr="00F96BE8">
                            <w:rPr>
                              <w:rFonts w:cstheme="minorHAnsi"/>
                              <w:sz w:val="18"/>
                              <w:szCs w:val="18"/>
                              <w:lang w:val="en-US"/>
                            </w:rPr>
                            <w:br/>
                            <w:t>Fax: +49 (0)30 463 15 76</w:t>
                          </w:r>
                          <w:r w:rsidRPr="00F96BE8">
                            <w:rPr>
                              <w:rFonts w:cstheme="minorHAnsi"/>
                              <w:sz w:val="18"/>
                              <w:szCs w:val="18"/>
                              <w:lang w:val="en-US"/>
                            </w:rPr>
                            <w:br/>
                          </w:r>
                          <w:r w:rsidRPr="00F96BE8">
                            <w:rPr>
                              <w:rFonts w:cstheme="minorHAnsi"/>
                              <w:sz w:val="12"/>
                              <w:szCs w:val="12"/>
                              <w:lang w:val="en-US"/>
                            </w:rPr>
                            <w:br/>
                          </w:r>
                          <w:r w:rsidRPr="00F96BE8">
                            <w:rPr>
                              <w:rFonts w:cstheme="minorHAnsi"/>
                              <w:sz w:val="18"/>
                              <w:szCs w:val="18"/>
                              <w:lang w:val="en-US"/>
                            </w:rPr>
                            <w:t>info@imc-tm.de</w:t>
                          </w:r>
                          <w:r w:rsidRPr="00F96BE8">
                            <w:rPr>
                              <w:rFonts w:cstheme="minorHAnsi"/>
                              <w:sz w:val="18"/>
                              <w:szCs w:val="18"/>
                              <w:lang w:val="en-US"/>
                            </w:rPr>
                            <w:br/>
                          </w:r>
                          <w:r w:rsidRPr="00294134">
                            <w:rPr>
                              <w:rFonts w:cstheme="minorHAnsi"/>
                              <w:b/>
                              <w:bCs/>
                              <w:sz w:val="18"/>
                              <w:szCs w:val="18"/>
                              <w:lang w:val="en-US"/>
                            </w:rPr>
                            <w:t>www.imc-tm.de</w:t>
                          </w:r>
                        </w:p>
                        <w:p w14:paraId="0F1CDBEF" w14:textId="77777777" w:rsidR="00F96BE8" w:rsidRPr="00F96BE8" w:rsidRDefault="00F96BE8" w:rsidP="00F96BE8">
                          <w:pPr>
                            <w:jc w:val="right"/>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BDE9B4" id="_x0000_t202" coordsize="21600,21600" o:spt="202" path="m,l,21600r21600,l21600,xe">
              <v:stroke joinstyle="miter"/>
              <v:path gradientshapeok="t" o:connecttype="rect"/>
            </v:shapetype>
            <v:shape id="Textfeld 1" o:spid="_x0000_s1027" type="#_x0000_t202" style="position:absolute;margin-left:286.1pt;margin-top:-24.95pt;width:206.25pt;height:99.7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" filled="f" stroked="f" strokeweight=".5pt">
              <v:textbox>
                <w:txbxContent>
                  <w:p w14:paraId="7123FE7C" w14:textId="77777777" w:rsidR="00F96BE8" w:rsidRDefault="00F96BE8" w:rsidP="00F96BE8">
                    <w:pPr>
                      <w:suppressOverlap/>
                      <w:jc w:val="right"/>
                      <w:rPr>
                        <w:rFonts w:cstheme="minorHAnsi"/>
                        <w:sz w:val="14"/>
                        <w:szCs w:val="14"/>
                      </w:rPr>
                    </w:pPr>
                    <w:proofErr w:type="spellStart"/>
                    <w:r w:rsidRPr="00F96BE8">
                      <w:rPr>
                        <w:rFonts w:cstheme="minorHAnsi"/>
                        <w:b/>
                        <w:sz w:val="18"/>
                        <w:szCs w:val="18"/>
                        <w:lang w:val="en-US"/>
                      </w:rPr>
                      <w:t>imc</w:t>
                    </w:r>
                    <w:proofErr w:type="spellEnd"/>
                    <w:r w:rsidRPr="00F96BE8">
                      <w:rPr>
                        <w:rFonts w:cstheme="minorHAnsi"/>
                        <w:b/>
                        <w:sz w:val="18"/>
                        <w:szCs w:val="18"/>
                        <w:lang w:val="en-US"/>
                      </w:rPr>
                      <w:t xml:space="preserve"> Test &amp; Measurement GmbH</w:t>
                    </w:r>
                    <w:r w:rsidRPr="00F96BE8">
                      <w:rPr>
                        <w:rFonts w:cstheme="minorHAnsi"/>
                        <w:b/>
                        <w:sz w:val="18"/>
                        <w:szCs w:val="18"/>
                        <w:lang w:val="en-US"/>
                      </w:rPr>
                      <w:br/>
                    </w:r>
                    <w:proofErr w:type="spellStart"/>
                    <w:r w:rsidRPr="00F96BE8">
                      <w:rPr>
                        <w:rFonts w:cstheme="minorHAnsi"/>
                        <w:sz w:val="18"/>
                        <w:szCs w:val="18"/>
                        <w:lang w:val="en-US"/>
                      </w:rPr>
                      <w:t>Voltastraße</w:t>
                    </w:r>
                    <w:proofErr w:type="spellEnd"/>
                    <w:r w:rsidRPr="00F96BE8">
                      <w:rPr>
                        <w:rFonts w:cstheme="minorHAnsi"/>
                        <w:sz w:val="18"/>
                        <w:szCs w:val="18"/>
                        <w:lang w:val="en-US"/>
                      </w:rPr>
                      <w:t xml:space="preserve"> 5</w:t>
                    </w:r>
                    <w:r w:rsidRPr="00F96BE8">
                      <w:rPr>
                        <w:rFonts w:cstheme="minorHAnsi"/>
                        <w:sz w:val="18"/>
                        <w:szCs w:val="18"/>
                      </w:rPr>
                      <w:br/>
                      <w:t>D-13355 Berlin</w:t>
                    </w:r>
                  </w:p>
                  <w:p w14:paraId="0CE6D8EE" w14:textId="77777777" w:rsidR="00F96BE8" w:rsidRPr="00F96BE8" w:rsidRDefault="00F96BE8" w:rsidP="00F96BE8">
                    <w:pPr>
                      <w:suppressOverlap/>
                      <w:jc w:val="right"/>
                      <w:rPr>
                        <w:rFonts w:cstheme="minorHAnsi"/>
                        <w:sz w:val="18"/>
                        <w:szCs w:val="18"/>
                        <w:lang w:val="en-US"/>
                      </w:rPr>
                    </w:pPr>
                    <w:r w:rsidRPr="00F96BE8">
                      <w:rPr>
                        <w:rFonts w:cstheme="minorHAnsi"/>
                        <w:sz w:val="12"/>
                        <w:szCs w:val="12"/>
                        <w:lang w:val="en-US"/>
                      </w:rPr>
                      <w:br/>
                    </w:r>
                    <w:r w:rsidRPr="00F96BE8">
                      <w:rPr>
                        <w:rFonts w:cstheme="minorHAnsi"/>
                        <w:sz w:val="18"/>
                        <w:szCs w:val="18"/>
                        <w:lang w:val="en-US"/>
                      </w:rPr>
                      <w:t>Tel.: +49 (0)30 467 090 - 0</w:t>
                    </w:r>
                    <w:r w:rsidRPr="00F96BE8">
                      <w:rPr>
                        <w:rFonts w:cstheme="minorHAnsi"/>
                        <w:sz w:val="18"/>
                        <w:szCs w:val="18"/>
                        <w:lang w:val="en-US"/>
                      </w:rPr>
                      <w:br/>
                      <w:t>Fax: +49 (0)30 463 15 76</w:t>
                    </w:r>
                    <w:r w:rsidRPr="00F96BE8">
                      <w:rPr>
                        <w:rFonts w:cstheme="minorHAnsi"/>
                        <w:sz w:val="18"/>
                        <w:szCs w:val="18"/>
                        <w:lang w:val="en-US"/>
                      </w:rPr>
                      <w:br/>
                    </w:r>
                    <w:r w:rsidRPr="00F96BE8">
                      <w:rPr>
                        <w:rFonts w:cstheme="minorHAnsi"/>
                        <w:sz w:val="12"/>
                        <w:szCs w:val="12"/>
                        <w:lang w:val="en-US"/>
                      </w:rPr>
                      <w:br/>
                    </w:r>
                    <w:r w:rsidRPr="00F96BE8">
                      <w:rPr>
                        <w:rFonts w:cstheme="minorHAnsi"/>
                        <w:sz w:val="18"/>
                        <w:szCs w:val="18"/>
                        <w:lang w:val="en-US"/>
                      </w:rPr>
                      <w:t>info@imc-tm.de</w:t>
                    </w:r>
                    <w:r w:rsidRPr="00F96BE8">
                      <w:rPr>
                        <w:rFonts w:cstheme="minorHAnsi"/>
                        <w:sz w:val="18"/>
                        <w:szCs w:val="18"/>
                        <w:lang w:val="en-US"/>
                      </w:rPr>
                      <w:br/>
                    </w:r>
                    <w:r w:rsidRPr="00294134">
                      <w:rPr>
                        <w:rFonts w:cstheme="minorHAnsi"/>
                        <w:b/>
                        <w:bCs/>
                        <w:sz w:val="18"/>
                        <w:szCs w:val="18"/>
                        <w:lang w:val="en-US"/>
                      </w:rPr>
                      <w:t>www.imc-tm.de</w:t>
                    </w:r>
                  </w:p>
                  <w:p w14:paraId="0F1CDBEF" w14:textId="77777777" w:rsidR="00F96BE8" w:rsidRPr="00F96BE8" w:rsidRDefault="00F96BE8" w:rsidP="00F96BE8">
                    <w:pPr>
                      <w:jc w:val="right"/>
                      <w:rPr>
                        <w:lang w:val="en-US"/>
                      </w:rPr>
                    </w:pPr>
                  </w:p>
                </w:txbxContent>
              </v:textbox>
            </v:shape>
          </w:pict>
        </mc:Fallback>
      </mc:AlternateContent>
    </w:r>
    <w:r>
      <w:rPr>
        <w:noProof/>
      </w:rPr>
      <w:drawing>
        <wp:anchor distT="0" distB="0" distL="114300" distR="114300" simplePos="0" relativeHeight="251658241" behindDoc="1" locked="0" layoutInCell="1" allowOverlap="1" wp14:anchorId="672BE1B2" wp14:editId="197E45C1">
          <wp:simplePos x="0" y="0"/>
          <wp:positionH relativeFrom="column">
            <wp:posOffset>-890905</wp:posOffset>
          </wp:positionH>
          <wp:positionV relativeFrom="paragraph">
            <wp:posOffset>-440690</wp:posOffset>
          </wp:positionV>
          <wp:extent cx="7559675" cy="1480820"/>
          <wp:effectExtent l="0" t="0" r="3175" b="5080"/>
          <wp:wrapNone/>
          <wp:docPr id="272" name="Grafik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stretch>
                    <a:fillRect/>
                  </a:stretch>
                </pic:blipFill>
                <pic:spPr>
                  <a:xfrm>
                    <a:off x="0" y="0"/>
                    <a:ext cx="7559675" cy="14808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EE69ED"/>
    <w:multiLevelType w:val="multilevel"/>
    <w:tmpl w:val="DB60A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5E605B1"/>
    <w:multiLevelType w:val="hybridMultilevel"/>
    <w:tmpl w:val="2F7AE1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4506B1E"/>
    <w:multiLevelType w:val="hybridMultilevel"/>
    <w:tmpl w:val="4A2002A6"/>
    <w:lvl w:ilvl="0" w:tplc="93A81E5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65267538">
    <w:abstractNumId w:val="1"/>
  </w:num>
  <w:num w:numId="2" w16cid:durableId="1218668790">
    <w:abstractNumId w:val="0"/>
  </w:num>
  <w:num w:numId="3" w16cid:durableId="12712808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mailMerge>
    <w:mainDocumentType w:val="mailingLabels"/>
    <w:dataType w:val="textFile"/>
    <w:activeRecord w:val="-1"/>
    <w:odso/>
  </w:mailMerge>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B71"/>
    <w:rsid w:val="000362B6"/>
    <w:rsid w:val="0004423E"/>
    <w:rsid w:val="0005489E"/>
    <w:rsid w:val="00055BDB"/>
    <w:rsid w:val="0005712F"/>
    <w:rsid w:val="00060812"/>
    <w:rsid w:val="00077291"/>
    <w:rsid w:val="00084AD3"/>
    <w:rsid w:val="000956A2"/>
    <w:rsid w:val="000B0066"/>
    <w:rsid w:val="000C06AD"/>
    <w:rsid w:val="000E5A4F"/>
    <w:rsid w:val="000F7596"/>
    <w:rsid w:val="00114CDB"/>
    <w:rsid w:val="001162B6"/>
    <w:rsid w:val="00130FEF"/>
    <w:rsid w:val="00153D56"/>
    <w:rsid w:val="00172272"/>
    <w:rsid w:val="001A5F74"/>
    <w:rsid w:val="001D6CF6"/>
    <w:rsid w:val="0021503B"/>
    <w:rsid w:val="002276CE"/>
    <w:rsid w:val="00232E1C"/>
    <w:rsid w:val="002511D4"/>
    <w:rsid w:val="00253529"/>
    <w:rsid w:val="002634DC"/>
    <w:rsid w:val="00294134"/>
    <w:rsid w:val="002B6481"/>
    <w:rsid w:val="002B6CD6"/>
    <w:rsid w:val="002F4B29"/>
    <w:rsid w:val="003156F6"/>
    <w:rsid w:val="00320956"/>
    <w:rsid w:val="003A1554"/>
    <w:rsid w:val="003B2731"/>
    <w:rsid w:val="003B7C51"/>
    <w:rsid w:val="003D62D6"/>
    <w:rsid w:val="003D6E79"/>
    <w:rsid w:val="00420BC2"/>
    <w:rsid w:val="0043311C"/>
    <w:rsid w:val="0043401A"/>
    <w:rsid w:val="00464F1F"/>
    <w:rsid w:val="00485092"/>
    <w:rsid w:val="00493E6F"/>
    <w:rsid w:val="004B02D6"/>
    <w:rsid w:val="004C0DF8"/>
    <w:rsid w:val="004C3E01"/>
    <w:rsid w:val="004E5249"/>
    <w:rsid w:val="004E7265"/>
    <w:rsid w:val="00504226"/>
    <w:rsid w:val="00507192"/>
    <w:rsid w:val="00510AFC"/>
    <w:rsid w:val="00515F61"/>
    <w:rsid w:val="00523F57"/>
    <w:rsid w:val="00525FD2"/>
    <w:rsid w:val="00553625"/>
    <w:rsid w:val="005657C9"/>
    <w:rsid w:val="00583B9F"/>
    <w:rsid w:val="00587032"/>
    <w:rsid w:val="005A31B0"/>
    <w:rsid w:val="005A7E2D"/>
    <w:rsid w:val="005C5C2D"/>
    <w:rsid w:val="005E2FC8"/>
    <w:rsid w:val="006047B9"/>
    <w:rsid w:val="006060C5"/>
    <w:rsid w:val="00610B37"/>
    <w:rsid w:val="00622AEB"/>
    <w:rsid w:val="00626774"/>
    <w:rsid w:val="00640CFA"/>
    <w:rsid w:val="006530AB"/>
    <w:rsid w:val="00656FFD"/>
    <w:rsid w:val="00664821"/>
    <w:rsid w:val="00670F9F"/>
    <w:rsid w:val="006722B0"/>
    <w:rsid w:val="00672664"/>
    <w:rsid w:val="0067599D"/>
    <w:rsid w:val="006973FF"/>
    <w:rsid w:val="006A7FBF"/>
    <w:rsid w:val="006B0804"/>
    <w:rsid w:val="006D1DA9"/>
    <w:rsid w:val="006D2D08"/>
    <w:rsid w:val="006D3415"/>
    <w:rsid w:val="006D6E55"/>
    <w:rsid w:val="006E1EE3"/>
    <w:rsid w:val="0070412F"/>
    <w:rsid w:val="00710517"/>
    <w:rsid w:val="0074220A"/>
    <w:rsid w:val="00762913"/>
    <w:rsid w:val="007833A7"/>
    <w:rsid w:val="007944CA"/>
    <w:rsid w:val="007A0A9E"/>
    <w:rsid w:val="007A0E72"/>
    <w:rsid w:val="007C6791"/>
    <w:rsid w:val="007D4141"/>
    <w:rsid w:val="007D4B11"/>
    <w:rsid w:val="00811516"/>
    <w:rsid w:val="00817AA8"/>
    <w:rsid w:val="00876CB8"/>
    <w:rsid w:val="008A101B"/>
    <w:rsid w:val="008A5530"/>
    <w:rsid w:val="008B44C6"/>
    <w:rsid w:val="008D0AC0"/>
    <w:rsid w:val="008D0F5F"/>
    <w:rsid w:val="00960DBB"/>
    <w:rsid w:val="00976EFB"/>
    <w:rsid w:val="009B22EF"/>
    <w:rsid w:val="009B60C9"/>
    <w:rsid w:val="009F7B29"/>
    <w:rsid w:val="00A020B1"/>
    <w:rsid w:val="00A140F3"/>
    <w:rsid w:val="00A40D7B"/>
    <w:rsid w:val="00A44D3A"/>
    <w:rsid w:val="00AA10BA"/>
    <w:rsid w:val="00AC7B71"/>
    <w:rsid w:val="00AE1B73"/>
    <w:rsid w:val="00AE2C36"/>
    <w:rsid w:val="00AE69B6"/>
    <w:rsid w:val="00B02D05"/>
    <w:rsid w:val="00B246EE"/>
    <w:rsid w:val="00B45028"/>
    <w:rsid w:val="00B82E14"/>
    <w:rsid w:val="00B874C0"/>
    <w:rsid w:val="00BA2817"/>
    <w:rsid w:val="00BA4934"/>
    <w:rsid w:val="00BC0892"/>
    <w:rsid w:val="00BC3A8E"/>
    <w:rsid w:val="00BE064E"/>
    <w:rsid w:val="00BF3AAB"/>
    <w:rsid w:val="00C04ADC"/>
    <w:rsid w:val="00C11E24"/>
    <w:rsid w:val="00C31A83"/>
    <w:rsid w:val="00C60EC2"/>
    <w:rsid w:val="00C64213"/>
    <w:rsid w:val="00C655F4"/>
    <w:rsid w:val="00C6592A"/>
    <w:rsid w:val="00C841DC"/>
    <w:rsid w:val="00C85DD8"/>
    <w:rsid w:val="00CB14C5"/>
    <w:rsid w:val="00CB1AAE"/>
    <w:rsid w:val="00CF5755"/>
    <w:rsid w:val="00CF7297"/>
    <w:rsid w:val="00D00A12"/>
    <w:rsid w:val="00D110E1"/>
    <w:rsid w:val="00D1A548"/>
    <w:rsid w:val="00D33E48"/>
    <w:rsid w:val="00D506CF"/>
    <w:rsid w:val="00E31C7F"/>
    <w:rsid w:val="00E351F0"/>
    <w:rsid w:val="00E43800"/>
    <w:rsid w:val="00E46EE6"/>
    <w:rsid w:val="00E72872"/>
    <w:rsid w:val="00EA2719"/>
    <w:rsid w:val="00EA427A"/>
    <w:rsid w:val="00EA4CD0"/>
    <w:rsid w:val="00EA7CD7"/>
    <w:rsid w:val="00EB1935"/>
    <w:rsid w:val="00EC1D54"/>
    <w:rsid w:val="00F133C3"/>
    <w:rsid w:val="00F1788C"/>
    <w:rsid w:val="00F2439D"/>
    <w:rsid w:val="00F32A38"/>
    <w:rsid w:val="00F45FCB"/>
    <w:rsid w:val="00F602C2"/>
    <w:rsid w:val="00F7263F"/>
    <w:rsid w:val="00F903EB"/>
    <w:rsid w:val="00F9413B"/>
    <w:rsid w:val="00F96BE8"/>
    <w:rsid w:val="0141585B"/>
    <w:rsid w:val="014399B9"/>
    <w:rsid w:val="0170973B"/>
    <w:rsid w:val="01EF0BBE"/>
    <w:rsid w:val="02245B6D"/>
    <w:rsid w:val="02AB7C2C"/>
    <w:rsid w:val="0362678C"/>
    <w:rsid w:val="0472EFA9"/>
    <w:rsid w:val="049F4F53"/>
    <w:rsid w:val="04B30776"/>
    <w:rsid w:val="04B42097"/>
    <w:rsid w:val="05391647"/>
    <w:rsid w:val="05E4884C"/>
    <w:rsid w:val="0619D7FB"/>
    <w:rsid w:val="079161AE"/>
    <w:rsid w:val="07F3AEDF"/>
    <w:rsid w:val="0846C02A"/>
    <w:rsid w:val="0861429A"/>
    <w:rsid w:val="08BC9E64"/>
    <w:rsid w:val="08D74F67"/>
    <w:rsid w:val="0A967548"/>
    <w:rsid w:val="0B0869B9"/>
    <w:rsid w:val="0B12BEBC"/>
    <w:rsid w:val="0B4B9A40"/>
    <w:rsid w:val="0B6393AD"/>
    <w:rsid w:val="0BE4CAB7"/>
    <w:rsid w:val="0C402681"/>
    <w:rsid w:val="0CD18BED"/>
    <w:rsid w:val="0D1BBE31"/>
    <w:rsid w:val="0D4390B4"/>
    <w:rsid w:val="0DB58525"/>
    <w:rsid w:val="0E6DD246"/>
    <w:rsid w:val="1065C8BA"/>
    <w:rsid w:val="1081DE5F"/>
    <w:rsid w:val="10F73E7C"/>
    <w:rsid w:val="115631AE"/>
    <w:rsid w:val="11DB275E"/>
    <w:rsid w:val="11F5ECEF"/>
    <w:rsid w:val="120F79F3"/>
    <w:rsid w:val="12599BE1"/>
    <w:rsid w:val="12AE6BE6"/>
    <w:rsid w:val="12FFE2E7"/>
    <w:rsid w:val="13B0D9FA"/>
    <w:rsid w:val="153C06FC"/>
    <w:rsid w:val="1604F681"/>
    <w:rsid w:val="16B390AF"/>
    <w:rsid w:val="174D57A3"/>
    <w:rsid w:val="17DECD65"/>
    <w:rsid w:val="18B53A16"/>
    <w:rsid w:val="1A616AE5"/>
    <w:rsid w:val="1ADB34C3"/>
    <w:rsid w:val="1B7C51C5"/>
    <w:rsid w:val="1C509367"/>
    <w:rsid w:val="1D09A9D6"/>
    <w:rsid w:val="1F57D210"/>
    <w:rsid w:val="1F937AB3"/>
    <w:rsid w:val="200EBD70"/>
    <w:rsid w:val="203BBAF2"/>
    <w:rsid w:val="207C2B68"/>
    <w:rsid w:val="2155582A"/>
    <w:rsid w:val="2180F4E6"/>
    <w:rsid w:val="2270BBCA"/>
    <w:rsid w:val="23AABF60"/>
    <w:rsid w:val="2495AFC0"/>
    <w:rsid w:val="24A004C3"/>
    <w:rsid w:val="25142443"/>
    <w:rsid w:val="258FCBA7"/>
    <w:rsid w:val="266F86A4"/>
    <w:rsid w:val="2715CDAA"/>
    <w:rsid w:val="2729A784"/>
    <w:rsid w:val="275FEF98"/>
    <w:rsid w:val="27ED4F5F"/>
    <w:rsid w:val="286359CB"/>
    <w:rsid w:val="288B2C4E"/>
    <w:rsid w:val="28B8AD6F"/>
    <w:rsid w:val="29BA97E4"/>
    <w:rsid w:val="29BF1992"/>
    <w:rsid w:val="2A1E78AC"/>
    <w:rsid w:val="2BC39759"/>
    <w:rsid w:val="2C0EB46B"/>
    <w:rsid w:val="2C97D8FB"/>
    <w:rsid w:val="2CBD4E99"/>
    <w:rsid w:val="2F36E0BE"/>
    <w:rsid w:val="2F923C88"/>
    <w:rsid w:val="303456A4"/>
    <w:rsid w:val="30589D60"/>
    <w:rsid w:val="3095A6BB"/>
    <w:rsid w:val="31151858"/>
    <w:rsid w:val="31A59100"/>
    <w:rsid w:val="31A7BC0F"/>
    <w:rsid w:val="31BFE84D"/>
    <w:rsid w:val="31DE07DD"/>
    <w:rsid w:val="320BE4C5"/>
    <w:rsid w:val="32CE70D1"/>
    <w:rsid w:val="33B7DEC1"/>
    <w:rsid w:val="33F6B2F1"/>
    <w:rsid w:val="34D01A38"/>
    <w:rsid w:val="360DFF19"/>
    <w:rsid w:val="3632779D"/>
    <w:rsid w:val="3651F8EE"/>
    <w:rsid w:val="36C3ED5F"/>
    <w:rsid w:val="3702F001"/>
    <w:rsid w:val="373B66DE"/>
    <w:rsid w:val="37F2523E"/>
    <w:rsid w:val="382BCFD2"/>
    <w:rsid w:val="3858CD54"/>
    <w:rsid w:val="39B42FB5"/>
    <w:rsid w:val="3BE35809"/>
    <w:rsid w:val="3C554E56"/>
    <w:rsid w:val="3C8BD775"/>
    <w:rsid w:val="3E728B93"/>
    <w:rsid w:val="3EA16A4A"/>
    <w:rsid w:val="406EC11C"/>
    <w:rsid w:val="41452DCD"/>
    <w:rsid w:val="4271713A"/>
    <w:rsid w:val="42A196E5"/>
    <w:rsid w:val="42C70C83"/>
    <w:rsid w:val="42F40A05"/>
    <w:rsid w:val="42F9A1DE"/>
    <w:rsid w:val="4360D377"/>
    <w:rsid w:val="440C457C"/>
    <w:rsid w:val="446E92AD"/>
    <w:rsid w:val="449176F4"/>
    <w:rsid w:val="44A76E31"/>
    <w:rsid w:val="44E0FE83"/>
    <w:rsid w:val="457427EF"/>
    <w:rsid w:val="459BFA72"/>
    <w:rsid w:val="45A12571"/>
    <w:rsid w:val="46F87C8B"/>
    <w:rsid w:val="47C9A637"/>
    <w:rsid w:val="47F21ACA"/>
    <w:rsid w:val="48663A4A"/>
    <w:rsid w:val="49A11BDA"/>
    <w:rsid w:val="49DB98EE"/>
    <w:rsid w:val="4A53126D"/>
    <w:rsid w:val="4AB2059F"/>
    <w:rsid w:val="4B60A3AC"/>
    <w:rsid w:val="4B62FCB2"/>
    <w:rsid w:val="4C18EAF8"/>
    <w:rsid w:val="4C36413A"/>
    <w:rsid w:val="4C6569CB"/>
    <w:rsid w:val="4D0CADEB"/>
    <w:rsid w:val="4D15FC37"/>
    <w:rsid w:val="4E358DBC"/>
    <w:rsid w:val="4E97DAED"/>
    <w:rsid w:val="4F056EA8"/>
    <w:rsid w:val="4F5AA44F"/>
    <w:rsid w:val="4F60CA72"/>
    <w:rsid w:val="4FB01664"/>
    <w:rsid w:val="4FBDED9F"/>
    <w:rsid w:val="4FE42D9E"/>
    <w:rsid w:val="50A10C38"/>
    <w:rsid w:val="51AC95C7"/>
    <w:rsid w:val="51B6EACA"/>
    <w:rsid w:val="5207BFBB"/>
    <w:rsid w:val="52110E07"/>
    <w:rsid w:val="532E747D"/>
    <w:rsid w:val="5363C42C"/>
    <w:rsid w:val="5431DEB0"/>
    <w:rsid w:val="54672E5F"/>
    <w:rsid w:val="549656F0"/>
    <w:rsid w:val="54D825B6"/>
    <w:rsid w:val="55301DE4"/>
    <w:rsid w:val="5723F10B"/>
    <w:rsid w:val="57B03BCE"/>
    <w:rsid w:val="57FA3958"/>
    <w:rsid w:val="5A4F8EA6"/>
    <w:rsid w:val="5A550608"/>
    <w:rsid w:val="5B0B99E2"/>
    <w:rsid w:val="5B7DE5D9"/>
    <w:rsid w:val="5BA5B85C"/>
    <w:rsid w:val="5BA9676D"/>
    <w:rsid w:val="5DC4862F"/>
    <w:rsid w:val="5DD36421"/>
    <w:rsid w:val="5EF4EDE4"/>
    <w:rsid w:val="5F596624"/>
    <w:rsid w:val="5FD5AF98"/>
    <w:rsid w:val="6071A19B"/>
    <w:rsid w:val="60DB44DA"/>
    <w:rsid w:val="60E7AEDC"/>
    <w:rsid w:val="614D394B"/>
    <w:rsid w:val="616D83EA"/>
    <w:rsid w:val="61E7003F"/>
    <w:rsid w:val="62207DD3"/>
    <w:rsid w:val="62C3613D"/>
    <w:rsid w:val="62C7C1F3"/>
    <w:rsid w:val="638E5493"/>
    <w:rsid w:val="63C0D723"/>
    <w:rsid w:val="65330E99"/>
    <w:rsid w:val="65682B77"/>
    <w:rsid w:val="65F3ACEC"/>
    <w:rsid w:val="66B2E97E"/>
    <w:rsid w:val="675E5B83"/>
    <w:rsid w:val="679D5E25"/>
    <w:rsid w:val="67C0A8B4"/>
    <w:rsid w:val="689F34C1"/>
    <w:rsid w:val="6A2E2069"/>
    <w:rsid w:val="6A70EC49"/>
    <w:rsid w:val="6B0164F1"/>
    <w:rsid w:val="6B1BBC3E"/>
    <w:rsid w:val="6B39DBCE"/>
    <w:rsid w:val="6B4430D1"/>
    <w:rsid w:val="6B45C468"/>
    <w:rsid w:val="6BC3C9AC"/>
    <w:rsid w:val="6C823CF0"/>
    <w:rsid w:val="6CBBBA84"/>
    <w:rsid w:val="6D13B2B2"/>
    <w:rsid w:val="6D6D7AE5"/>
    <w:rsid w:val="6D7EF325"/>
    <w:rsid w:val="6DA52874"/>
    <w:rsid w:val="6DF5A25B"/>
    <w:rsid w:val="6E041BA6"/>
    <w:rsid w:val="6EB512B9"/>
    <w:rsid w:val="6EC8982A"/>
    <w:rsid w:val="6F0785D9"/>
    <w:rsid w:val="6F2F585C"/>
    <w:rsid w:val="6F5C55DE"/>
    <w:rsid w:val="70DF5825"/>
    <w:rsid w:val="71B4A145"/>
    <w:rsid w:val="71E9F0F4"/>
    <w:rsid w:val="72B2E079"/>
    <w:rsid w:val="731003A6"/>
    <w:rsid w:val="73FB419B"/>
    <w:rsid w:val="74544080"/>
    <w:rsid w:val="74FEABCE"/>
    <w:rsid w:val="75D5187F"/>
    <w:rsid w:val="75E1D8A7"/>
    <w:rsid w:val="7783F4B7"/>
    <w:rsid w:val="79CA950D"/>
    <w:rsid w:val="7A29883F"/>
    <w:rsid w:val="7A46DE81"/>
    <w:rsid w:val="7AA90636"/>
    <w:rsid w:val="7B4748C4"/>
    <w:rsid w:val="7BFD6AD6"/>
    <w:rsid w:val="7C94D4E5"/>
    <w:rsid w:val="7CF624FC"/>
    <w:rsid w:val="7DA71C0F"/>
    <w:rsid w:val="7DCA669E"/>
    <w:rsid w:val="7FFB3896"/>
  </w:rsids>
  <m:mathPr>
    <m:mathFont m:val="Cambria Math"/>
    <m:brkBin m:val="before"/>
    <m:brkBinSub m:val="--"/>
    <m:smallFrac m:val="0"/>
    <m:dispDef m:val="0"/>
    <m:lMargin m:val="0"/>
    <m:rMargin m:val="0"/>
    <m:defJc m:val="centerGroup"/>
    <m:wrapRight/>
    <m:intLim m:val="subSup"/>
    <m:naryLim m:val="subSup"/>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935D527"/>
  <w15:chartTrackingRefBased/>
  <w15:docId w15:val="{BEC13D23-4977-4A74-AFFF-E7FB1F3D8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B02D6"/>
    <w:pPr>
      <w:spacing w:after="160" w:line="259" w:lineRule="auto"/>
    </w:pPr>
    <w:rPr>
      <w:rFonts w:asciiTheme="minorHAnsi" w:eastAsiaTheme="minorHAnsi" w:hAnsiTheme="minorHAnsi" w:cstheme="minorBidi"/>
      <w:sz w:val="22"/>
      <w:szCs w:val="22"/>
      <w:lang w:eastAsia="en-US"/>
    </w:rPr>
  </w:style>
  <w:style w:type="paragraph" w:styleId="berschrift1">
    <w:name w:val="heading 1"/>
    <w:basedOn w:val="Standard"/>
    <w:next w:val="Standard"/>
    <w:link w:val="berschrift1Zchn"/>
    <w:uiPriority w:val="9"/>
    <w:qFormat/>
    <w:rsid w:val="004B02D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4B02D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F3F94"/>
    <w:pPr>
      <w:tabs>
        <w:tab w:val="center" w:pos="4536"/>
        <w:tab w:val="right" w:pos="9072"/>
      </w:tabs>
      <w:spacing w:after="0" w:line="240" w:lineRule="auto"/>
    </w:pPr>
    <w:rPr>
      <w:rFonts w:ascii="Cambria" w:eastAsia="Cambria" w:hAnsi="Cambria" w:cs="Times New Roman"/>
      <w:sz w:val="24"/>
      <w:szCs w:val="24"/>
      <w:lang w:val="x-none"/>
    </w:rPr>
  </w:style>
  <w:style w:type="character" w:customStyle="1" w:styleId="KopfzeileZchn">
    <w:name w:val="Kopfzeile Zchn"/>
    <w:link w:val="Kopfzeile"/>
    <w:uiPriority w:val="99"/>
    <w:rsid w:val="009F3F94"/>
    <w:rPr>
      <w:sz w:val="24"/>
      <w:szCs w:val="24"/>
      <w:lang w:eastAsia="en-US"/>
    </w:rPr>
  </w:style>
  <w:style w:type="paragraph" w:styleId="Fuzeile">
    <w:name w:val="footer"/>
    <w:basedOn w:val="Standard"/>
    <w:link w:val="FuzeileZchn"/>
    <w:uiPriority w:val="99"/>
    <w:unhideWhenUsed/>
    <w:rsid w:val="009F3F94"/>
    <w:pPr>
      <w:tabs>
        <w:tab w:val="center" w:pos="4536"/>
        <w:tab w:val="right" w:pos="9072"/>
      </w:tabs>
      <w:spacing w:after="0" w:line="240" w:lineRule="auto"/>
    </w:pPr>
    <w:rPr>
      <w:rFonts w:ascii="Cambria" w:eastAsia="Cambria" w:hAnsi="Cambria" w:cs="Times New Roman"/>
      <w:sz w:val="24"/>
      <w:szCs w:val="24"/>
      <w:lang w:val="x-none"/>
    </w:rPr>
  </w:style>
  <w:style w:type="character" w:customStyle="1" w:styleId="FuzeileZchn">
    <w:name w:val="Fußzeile Zchn"/>
    <w:link w:val="Fuzeile"/>
    <w:uiPriority w:val="99"/>
    <w:rsid w:val="009F3F94"/>
    <w:rPr>
      <w:sz w:val="24"/>
      <w:szCs w:val="24"/>
      <w:lang w:eastAsia="en-US"/>
    </w:rPr>
  </w:style>
  <w:style w:type="character" w:styleId="Seitenzahl">
    <w:name w:val="page number"/>
    <w:basedOn w:val="Absatz-Standardschriftart"/>
    <w:uiPriority w:val="99"/>
    <w:semiHidden/>
    <w:unhideWhenUsed/>
    <w:rsid w:val="005063F9"/>
  </w:style>
  <w:style w:type="paragraph" w:styleId="Anrede">
    <w:name w:val="Salutation"/>
    <w:basedOn w:val="Standard"/>
    <w:next w:val="Standard"/>
    <w:link w:val="AnredeZchn"/>
    <w:uiPriority w:val="99"/>
    <w:unhideWhenUsed/>
    <w:rsid w:val="004A4671"/>
    <w:pPr>
      <w:spacing w:after="0" w:line="240" w:lineRule="auto"/>
    </w:pPr>
    <w:rPr>
      <w:rFonts w:ascii="Cambria" w:eastAsia="Cambria" w:hAnsi="Cambria" w:cs="Times New Roman"/>
      <w:szCs w:val="24"/>
      <w:lang w:val="x-none"/>
    </w:rPr>
  </w:style>
  <w:style w:type="character" w:customStyle="1" w:styleId="AnredeZchn">
    <w:name w:val="Anrede Zchn"/>
    <w:link w:val="Anrede"/>
    <w:uiPriority w:val="99"/>
    <w:rsid w:val="004A4671"/>
    <w:rPr>
      <w:sz w:val="22"/>
      <w:szCs w:val="24"/>
      <w:lang w:eastAsia="en-US"/>
    </w:rPr>
  </w:style>
  <w:style w:type="character" w:styleId="Platzhaltertext">
    <w:name w:val="Placeholder Text"/>
    <w:basedOn w:val="Absatz-Standardschriftart"/>
    <w:uiPriority w:val="99"/>
    <w:unhideWhenUsed/>
    <w:rsid w:val="000362B6"/>
    <w:rPr>
      <w:color w:val="808080"/>
    </w:rPr>
  </w:style>
  <w:style w:type="table" w:styleId="Tabellenraster">
    <w:name w:val="Table Grid"/>
    <w:basedOn w:val="NormaleTabelle"/>
    <w:uiPriority w:val="59"/>
    <w:rsid w:val="004E72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4B02D6"/>
    <w:rPr>
      <w:rFonts w:asciiTheme="majorHAnsi" w:eastAsiaTheme="majorEastAsia" w:hAnsiTheme="majorHAnsi" w:cstheme="majorBidi"/>
      <w:color w:val="2F5496" w:themeColor="accent1" w:themeShade="BF"/>
      <w:sz w:val="32"/>
      <w:szCs w:val="32"/>
      <w:lang w:eastAsia="en-US"/>
    </w:rPr>
  </w:style>
  <w:style w:type="character" w:customStyle="1" w:styleId="berschrift2Zchn">
    <w:name w:val="Überschrift 2 Zchn"/>
    <w:basedOn w:val="Absatz-Standardschriftart"/>
    <w:link w:val="berschrift2"/>
    <w:uiPriority w:val="9"/>
    <w:rsid w:val="004B02D6"/>
    <w:rPr>
      <w:rFonts w:asciiTheme="majorHAnsi" w:eastAsiaTheme="majorEastAsia" w:hAnsiTheme="majorHAnsi" w:cstheme="majorBidi"/>
      <w:color w:val="2F5496" w:themeColor="accent1" w:themeShade="BF"/>
      <w:sz w:val="26"/>
      <w:szCs w:val="26"/>
      <w:lang w:eastAsia="en-US"/>
    </w:rPr>
  </w:style>
  <w:style w:type="character" w:styleId="Hyperlink">
    <w:name w:val="Hyperlink"/>
    <w:basedOn w:val="Absatz-Standardschriftart"/>
    <w:uiPriority w:val="99"/>
    <w:unhideWhenUsed/>
    <w:rsid w:val="004B02D6"/>
    <w:rPr>
      <w:color w:val="0000FF"/>
      <w:u w:val="single"/>
    </w:rPr>
  </w:style>
  <w:style w:type="character" w:styleId="Fett">
    <w:name w:val="Strong"/>
    <w:basedOn w:val="Absatz-Standardschriftart"/>
    <w:uiPriority w:val="22"/>
    <w:qFormat/>
    <w:rsid w:val="004B02D6"/>
    <w:rPr>
      <w:b/>
      <w:bCs/>
    </w:rPr>
  </w:style>
  <w:style w:type="character" w:customStyle="1" w:styleId="spellingerror">
    <w:name w:val="spellingerror"/>
    <w:basedOn w:val="Absatz-Standardschriftart"/>
    <w:rsid w:val="00F45FCB"/>
  </w:style>
  <w:style w:type="character" w:customStyle="1" w:styleId="normaltextrun">
    <w:name w:val="normaltextrun"/>
    <w:basedOn w:val="Absatz-Standardschriftart"/>
    <w:rsid w:val="00F45FCB"/>
  </w:style>
  <w:style w:type="character" w:customStyle="1" w:styleId="contextualspellingandgrammarerror">
    <w:name w:val="contextualspellingandgrammarerror"/>
    <w:basedOn w:val="Absatz-Standardschriftart"/>
    <w:rsid w:val="00583B9F"/>
  </w:style>
  <w:style w:type="character" w:customStyle="1" w:styleId="eop">
    <w:name w:val="eop"/>
    <w:basedOn w:val="Absatz-Standardschriftart"/>
    <w:rsid w:val="00583B9F"/>
  </w:style>
  <w:style w:type="character" w:customStyle="1" w:styleId="scxp137973153">
    <w:name w:val="scxp137973153"/>
    <w:basedOn w:val="Absatz-Standardschriftart"/>
    <w:rsid w:val="00583B9F"/>
  </w:style>
  <w:style w:type="character" w:customStyle="1" w:styleId="hgkelc">
    <w:name w:val="hgkelc"/>
    <w:basedOn w:val="Absatz-Standardschriftart"/>
    <w:rsid w:val="00B45028"/>
  </w:style>
  <w:style w:type="paragraph" w:styleId="Listenabsatz">
    <w:name w:val="List Paragraph"/>
    <w:basedOn w:val="Standard"/>
    <w:uiPriority w:val="72"/>
    <w:qFormat/>
    <w:rsid w:val="007A0E72"/>
    <w:pPr>
      <w:ind w:left="720"/>
      <w:contextualSpacing/>
    </w:pPr>
  </w:style>
  <w:style w:type="character" w:styleId="NichtaufgelsteErwhnung">
    <w:name w:val="Unresolved Mention"/>
    <w:basedOn w:val="Absatz-Standardschriftart"/>
    <w:uiPriority w:val="99"/>
    <w:semiHidden/>
    <w:unhideWhenUsed/>
    <w:rsid w:val="002F4B29"/>
    <w:rPr>
      <w:color w:val="605E5C"/>
      <w:shd w:val="clear" w:color="auto" w:fill="E1DFDD"/>
    </w:rPr>
  </w:style>
  <w:style w:type="character" w:styleId="Kommentarzeichen">
    <w:name w:val="annotation reference"/>
    <w:basedOn w:val="Absatz-Standardschriftart"/>
    <w:uiPriority w:val="99"/>
    <w:semiHidden/>
    <w:unhideWhenUsed/>
    <w:rsid w:val="003156F6"/>
    <w:rPr>
      <w:sz w:val="16"/>
      <w:szCs w:val="16"/>
    </w:rPr>
  </w:style>
  <w:style w:type="paragraph" w:styleId="Kommentartext">
    <w:name w:val="annotation text"/>
    <w:basedOn w:val="Standard"/>
    <w:link w:val="KommentartextZchn"/>
    <w:uiPriority w:val="99"/>
    <w:semiHidden/>
    <w:unhideWhenUsed/>
    <w:rsid w:val="003156F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156F6"/>
    <w:rPr>
      <w:rFonts w:asciiTheme="minorHAnsi" w:eastAsiaTheme="minorHAnsi" w:hAnsiTheme="minorHAnsi" w:cstheme="minorBidi"/>
      <w:lang w:eastAsia="en-US"/>
    </w:rPr>
  </w:style>
  <w:style w:type="paragraph" w:styleId="Kommentarthema">
    <w:name w:val="annotation subject"/>
    <w:basedOn w:val="Kommentartext"/>
    <w:next w:val="Kommentartext"/>
    <w:link w:val="KommentarthemaZchn"/>
    <w:uiPriority w:val="99"/>
    <w:semiHidden/>
    <w:unhideWhenUsed/>
    <w:rsid w:val="003156F6"/>
    <w:rPr>
      <w:b/>
      <w:bCs/>
    </w:rPr>
  </w:style>
  <w:style w:type="character" w:customStyle="1" w:styleId="KommentarthemaZchn">
    <w:name w:val="Kommentarthema Zchn"/>
    <w:basedOn w:val="KommentartextZchn"/>
    <w:link w:val="Kommentarthema"/>
    <w:uiPriority w:val="99"/>
    <w:semiHidden/>
    <w:rsid w:val="003156F6"/>
    <w:rPr>
      <w:rFonts w:asciiTheme="minorHAnsi" w:eastAsiaTheme="minorHAnsi" w:hAnsiTheme="minorHAnsi" w:cstheme="minorBidi"/>
      <w:b/>
      <w:bCs/>
      <w:lang w:eastAsia="en-US"/>
    </w:rPr>
  </w:style>
  <w:style w:type="paragraph" w:styleId="berarbeitung">
    <w:name w:val="Revision"/>
    <w:hidden/>
    <w:uiPriority w:val="71"/>
    <w:rsid w:val="003156F6"/>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175492">
      <w:bodyDiv w:val="1"/>
      <w:marLeft w:val="0"/>
      <w:marRight w:val="0"/>
      <w:marTop w:val="0"/>
      <w:marBottom w:val="0"/>
      <w:divBdr>
        <w:top w:val="none" w:sz="0" w:space="0" w:color="auto"/>
        <w:left w:val="none" w:sz="0" w:space="0" w:color="auto"/>
        <w:bottom w:val="none" w:sz="0" w:space="0" w:color="auto"/>
        <w:right w:val="none" w:sz="0" w:space="0" w:color="auto"/>
      </w:divBdr>
    </w:div>
    <w:div w:id="775172096">
      <w:bodyDiv w:val="1"/>
      <w:marLeft w:val="0"/>
      <w:marRight w:val="0"/>
      <w:marTop w:val="0"/>
      <w:marBottom w:val="0"/>
      <w:divBdr>
        <w:top w:val="none" w:sz="0" w:space="0" w:color="auto"/>
        <w:left w:val="none" w:sz="0" w:space="0" w:color="auto"/>
        <w:bottom w:val="none" w:sz="0" w:space="0" w:color="auto"/>
        <w:right w:val="none" w:sz="0" w:space="0" w:color="auto"/>
      </w:divBdr>
    </w:div>
    <w:div w:id="1158227716">
      <w:bodyDiv w:val="1"/>
      <w:marLeft w:val="0"/>
      <w:marRight w:val="0"/>
      <w:marTop w:val="0"/>
      <w:marBottom w:val="0"/>
      <w:divBdr>
        <w:top w:val="none" w:sz="0" w:space="0" w:color="auto"/>
        <w:left w:val="none" w:sz="0" w:space="0" w:color="auto"/>
        <w:bottom w:val="none" w:sz="0" w:space="0" w:color="auto"/>
        <w:right w:val="none" w:sz="0" w:space="0" w:color="auto"/>
      </w:divBdr>
    </w:div>
    <w:div w:id="133537379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go.imc-tm.com/New-in-imc-Famos-2022"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aroline.gabbert@imc-tm.d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settings.xml.rels><?xml version="1.0" encoding="UTF-8" standalone="yes"?>
<Relationships xmlns="http://schemas.openxmlformats.org/package/2006/relationships"><Relationship Id="rId1" Type="http://schemas.openxmlformats.org/officeDocument/2006/relationships/attachedTemplate" Target="file:///I:\Marketing\_Alle_imc\03_Briefvorlage\Briefvorlage_imc_2022.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F363B8337117F479F7CD2A08441F6AF" ma:contentTypeVersion="8" ma:contentTypeDescription="Create a new document." ma:contentTypeScope="" ma:versionID="5cfcb9b8dcd7f37bbf3c243a1b462946">
  <xsd:schema xmlns:xsd="http://www.w3.org/2001/XMLSchema" xmlns:xs="http://www.w3.org/2001/XMLSchema" xmlns:p="http://schemas.microsoft.com/office/2006/metadata/properties" xmlns:ns2="544e32e4-3d36-4a59-9ce0-bdeade06d942" targetNamespace="http://schemas.microsoft.com/office/2006/metadata/properties" ma:root="true" ma:fieldsID="a31c21a4a142365b77d476ee25733b2e" ns2:_="">
    <xsd:import namespace="544e32e4-3d36-4a59-9ce0-bdeade06d94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4e32e4-3d36-4a59-9ce0-bdeade06d9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32C6D1-914A-49F7-B6D5-51637FF07AC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44e32e4-3d36-4a59-9ce0-bdeade06d942"/>
    <ds:schemaRef ds:uri="http://www.w3.org/XML/1998/namespace"/>
    <ds:schemaRef ds:uri="http://purl.org/dc/dcmitype/"/>
  </ds:schemaRefs>
</ds:datastoreItem>
</file>

<file path=customXml/itemProps2.xml><?xml version="1.0" encoding="utf-8"?>
<ds:datastoreItem xmlns:ds="http://schemas.openxmlformats.org/officeDocument/2006/customXml" ds:itemID="{17912366-D015-4AA9-BDF2-B0512BD53B70}">
  <ds:schemaRefs>
    <ds:schemaRef ds:uri="http://schemas.openxmlformats.org/officeDocument/2006/bibliography"/>
  </ds:schemaRefs>
</ds:datastoreItem>
</file>

<file path=customXml/itemProps3.xml><?xml version="1.0" encoding="utf-8"?>
<ds:datastoreItem xmlns:ds="http://schemas.openxmlformats.org/officeDocument/2006/customXml" ds:itemID="{34661413-B8C7-4C7E-AB7C-008DDEF6A261}">
  <ds:schemaRefs>
    <ds:schemaRef ds:uri="http://schemas.microsoft.com/sharepoint/v3/contenttype/forms"/>
  </ds:schemaRefs>
</ds:datastoreItem>
</file>

<file path=customXml/itemProps4.xml><?xml version="1.0" encoding="utf-8"?>
<ds:datastoreItem xmlns:ds="http://schemas.openxmlformats.org/officeDocument/2006/customXml" ds:itemID="{F30B6600-C741-47CA-A704-188AEAAC5F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4e32e4-3d36-4a59-9ce0-bdeade06d9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Briefvorlage_imc_2022</Template>
  <TotalTime>0</TotalTime>
  <Pages>2</Pages>
  <Words>373</Words>
  <Characters>2451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imc FAMOS 2022 press release</vt:lpstr>
    </vt:vector>
  </TitlesOfParts>
  <Company>•••</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imc FAMOS 2022 press release</dc:title>
  <dc:subject/>
  <dc:creator>Nils Becker</dc:creator>
  <cp:keywords/>
  <cp:lastModifiedBy>Caroline Gabbert</cp:lastModifiedBy>
  <cp:revision>12</cp:revision>
  <cp:lastPrinted>2022-06-20T16:26:00Z</cp:lastPrinted>
  <dcterms:created xsi:type="dcterms:W3CDTF">2022-07-01T07:59:00Z</dcterms:created>
  <dcterms:modified xsi:type="dcterms:W3CDTF">2022-07-07T08:06:00Z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0x0101008F363B8337117F479F7CD2A08441F6AF</vt:lpwstr>
  </property>
</Properties>
</file>